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4C1" w:rsidRDefault="00BB1A86">
      <w:r>
        <w:rPr>
          <w:noProof/>
          <w:lang w:val="en-NZ" w:eastAsia="en-NZ"/>
        </w:rPr>
        <mc:AlternateContent>
          <mc:Choice Requires="wps">
            <w:drawing>
              <wp:anchor distT="0" distB="0" distL="114300" distR="114300" simplePos="0" relativeHeight="251680256" behindDoc="0" locked="0" layoutInCell="1" allowOverlap="1">
                <wp:simplePos x="0" y="0"/>
                <wp:positionH relativeFrom="column">
                  <wp:posOffset>6172200</wp:posOffset>
                </wp:positionH>
                <wp:positionV relativeFrom="paragraph">
                  <wp:posOffset>5804486</wp:posOffset>
                </wp:positionV>
                <wp:extent cx="1925515" cy="589085"/>
                <wp:effectExtent l="0" t="0" r="17780" b="20955"/>
                <wp:wrapNone/>
                <wp:docPr id="1" name="Text Box 1"/>
                <wp:cNvGraphicFramePr/>
                <a:graphic xmlns:a="http://schemas.openxmlformats.org/drawingml/2006/main">
                  <a:graphicData uri="http://schemas.microsoft.com/office/word/2010/wordprocessingShape">
                    <wps:wsp>
                      <wps:cNvSpPr txBox="1"/>
                      <wps:spPr>
                        <a:xfrm>
                          <a:off x="0" y="0"/>
                          <a:ext cx="1925515" cy="589085"/>
                        </a:xfrm>
                        <a:prstGeom prst="rect">
                          <a:avLst/>
                        </a:prstGeom>
                        <a:ln/>
                      </wps:spPr>
                      <wps:style>
                        <a:lnRef idx="2">
                          <a:schemeClr val="dk1"/>
                        </a:lnRef>
                        <a:fillRef idx="1">
                          <a:schemeClr val="lt1"/>
                        </a:fillRef>
                        <a:effectRef idx="0">
                          <a:schemeClr val="dk1"/>
                        </a:effectRef>
                        <a:fontRef idx="minor">
                          <a:schemeClr val="dk1"/>
                        </a:fontRef>
                      </wps:style>
                      <wps:txbx>
                        <w:txbxContent>
                          <w:p w:rsidR="00BB1A86" w:rsidRDefault="00BB1A86">
                            <w:pPr>
                              <w:rPr>
                                <w:color w:val="FF0000"/>
                              </w:rPr>
                            </w:pPr>
                            <w:r>
                              <w:rPr>
                                <w:color w:val="FF0000"/>
                              </w:rPr>
                              <w:t xml:space="preserve">Contact:  </w:t>
                            </w:r>
                          </w:p>
                          <w:p w:rsidR="00BB1A86" w:rsidRPr="00BB1A86" w:rsidRDefault="00BB1A86">
                            <w:pPr>
                              <w:rPr>
                                <w:color w:val="FF0000"/>
                              </w:rPr>
                            </w:pPr>
                            <w:hyperlink r:id="rId6" w:history="1">
                              <w:r w:rsidRPr="002C7FE5">
                                <w:rPr>
                                  <w:rStyle w:val="Hyperlink"/>
                                </w:rPr>
                                <w:t>Roxyvee@hotmail.co.nz</w:t>
                              </w:r>
                            </w:hyperlink>
                            <w:r>
                              <w:rPr>
                                <w:color w:val="FF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6pt;margin-top:457.05pt;width:151.6pt;height:46.4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4fbAIAACsFAAAOAAAAZHJzL2Uyb0RvYy54bWysVEtPGzEQvlfqf7B8L5tESUsiNigFUVVC&#10;gAoVZ8drk1Vtj2s72U1/fWe8DxBFPVS9eO2Zb97f7Nl5aw07qBBrcCWfnkw4U05CVbunkn9/uPpw&#10;yllMwlXCgFMlP6rIz9fv3501fqVmsANTqcDQiYurxpd8l5JfFUWUO2VFPAGvHCo1BCsSPsNTUQXR&#10;oHdritlk8rFoIFQ+gFQxovSyU/J19q+1kulW66gSMyXH3FI+Qz63dBbrM7F6CsLvatmnIf4hCytq&#10;h0FHV5ciCbYP9R+ubC0DRNDpRIItQOtaqlwDVjOdvKrmfie8yrVgc6If2xT/n1t5c7gLrK5wdpw5&#10;YXFED6pN7DO0bErdaXxcIejeIyy1KCZkL48opKJbHSx9sRyGeuzzcewtOZNktJwtFtMFZxJ1i9Pl&#10;5HRBbopnax9i+qLAMrqUPODsckvF4TqmDjpAKJhxJKP0ujTyLR2N6pTflMayMPAsO8mEUhcmsINA&#10;KlQ/chEY3ThEkomujRmNpm8ZmTQY9VgyU5lko+HkLcPnaCM6RwSXRkNbOwh/N9Ydfqi6q5XKTu22&#10;7WY4H0azheqIEwvQMT56eVVjW69FTHciIMVxSLi26RYPbaApOfQ3znYQfr0lJzwyD7WcNbgyJY8/&#10;9yIozsxXh5xcTudz2rH8mC8+zfARXmq2LzVuby8AR4G8w+zylfDJDFcdwD7idm8oKqqEkxi75Gm4&#10;XqRukfHvINVmk0G4VV6ka3fvJbmmNhNpHtpHEXzPrIScvIFhucTqFcE6LFk62OwT6DqzjxrddbUf&#10;AG5k5m//96CVf/nOqOd/3Po3AAAA//8DAFBLAwQUAAYACAAAACEAmFQaPOMAAAANAQAADwAAAGRy&#10;cy9kb3ducmV2LnhtbEyPQUvDQBCF74L/YRnBi7SbhGptzKaUQg9CRaxFPE6yaxLcnQ3ZbRv7652e&#10;9PaGebz3vWI5OiuOZgidJwXpNAFhqPa6o0bB/n0zeQQRIpJG68ko+DEBluX1VYG59id6M8ddbASH&#10;UMhRQRtjn0sZ6tY4DFPfG+Lflx8cRj6HRuoBTxzurMyS5EE67IgbWuzNujX19+7gFOBrW3Xh/GLP&#10;609abZ5nW/y42yp1ezOunkBEM8Y/M1zwGR1KZqr8gXQQVsFinvGWyCKdpSAujmx+n4GoWHHzAmRZ&#10;yP8ryl8AAAD//wMAUEsBAi0AFAAGAAgAAAAhALaDOJL+AAAA4QEAABMAAAAAAAAAAAAAAAAAAAAA&#10;AFtDb250ZW50X1R5cGVzXS54bWxQSwECLQAUAAYACAAAACEAOP0h/9YAAACUAQAACwAAAAAAAAAA&#10;AAAAAAAvAQAAX3JlbHMvLnJlbHNQSwECLQAUAAYACAAAACEA84KOH2wCAAArBQAADgAAAAAAAAAA&#10;AAAAAAAuAgAAZHJzL2Uyb0RvYy54bWxQSwECLQAUAAYACAAAACEAmFQaPOMAAAANAQAADwAAAAAA&#10;AAAAAAAAAADGBAAAZHJzL2Rvd25yZXYueG1sUEsFBgAAAAAEAAQA8wAAANYFAAAAAA==&#10;" fillcolor="white [3201]" strokecolor="black [3200]" strokeweight="2pt">
                <v:textbox>
                  <w:txbxContent>
                    <w:p w:rsidR="00BB1A86" w:rsidRDefault="00BB1A86">
                      <w:pPr>
                        <w:rPr>
                          <w:color w:val="FF0000"/>
                        </w:rPr>
                      </w:pPr>
                      <w:r>
                        <w:rPr>
                          <w:color w:val="FF0000"/>
                        </w:rPr>
                        <w:t xml:space="preserve">Contact:  </w:t>
                      </w:r>
                    </w:p>
                    <w:p w:rsidR="00BB1A86" w:rsidRPr="00BB1A86" w:rsidRDefault="00BB1A86">
                      <w:pPr>
                        <w:rPr>
                          <w:color w:val="FF0000"/>
                        </w:rPr>
                      </w:pPr>
                      <w:hyperlink r:id="rId7" w:history="1">
                        <w:r w:rsidRPr="002C7FE5">
                          <w:rPr>
                            <w:rStyle w:val="Hyperlink"/>
                          </w:rPr>
                          <w:t>Roxyvee@hotmail.co.nz</w:t>
                        </w:r>
                      </w:hyperlink>
                      <w:r>
                        <w:rPr>
                          <w:color w:val="FF0000"/>
                        </w:rPr>
                        <w:t xml:space="preserve">  </w:t>
                      </w:r>
                    </w:p>
                  </w:txbxContent>
                </v:textbox>
              </v:shape>
            </w:pict>
          </mc:Fallback>
        </mc:AlternateContent>
      </w:r>
      <w:r w:rsidR="00647688">
        <w:rPr>
          <w:noProof/>
          <w:lang w:val="en-NZ" w:eastAsia="en-NZ"/>
        </w:rPr>
        <mc:AlternateContent>
          <mc:Choice Requires="wps">
            <w:drawing>
              <wp:anchor distT="0" distB="0" distL="114300" distR="114300" simplePos="0" relativeHeight="251679232" behindDoc="0" locked="0" layoutInCell="1" allowOverlap="1">
                <wp:simplePos x="0" y="0"/>
                <wp:positionH relativeFrom="column">
                  <wp:posOffset>6081231</wp:posOffset>
                </wp:positionH>
                <wp:positionV relativeFrom="paragraph">
                  <wp:posOffset>1312237</wp:posOffset>
                </wp:positionV>
                <wp:extent cx="2308332" cy="1240325"/>
                <wp:effectExtent l="0" t="0" r="15875" b="17145"/>
                <wp:wrapNone/>
                <wp:docPr id="7" name="Text Box 7"/>
                <wp:cNvGraphicFramePr/>
                <a:graphic xmlns:a="http://schemas.openxmlformats.org/drawingml/2006/main">
                  <a:graphicData uri="http://schemas.microsoft.com/office/word/2010/wordprocessingShape">
                    <wps:wsp>
                      <wps:cNvSpPr txBox="1"/>
                      <wps:spPr>
                        <a:xfrm>
                          <a:off x="0" y="0"/>
                          <a:ext cx="2308332" cy="1240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688" w:rsidRDefault="00647688">
                            <w:r>
                              <w:rPr>
                                <w:noProof/>
                                <w:szCs w:val="20"/>
                                <w:lang w:val="en-NZ" w:eastAsia="en-NZ"/>
                              </w:rPr>
                              <w:drawing>
                                <wp:inline distT="0" distB="0" distL="0" distR="0" wp14:anchorId="20762005" wp14:editId="6EB71CF5">
                                  <wp:extent cx="2220302" cy="1133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3.bmp"/>
                                          <pic:cNvPicPr/>
                                        </pic:nvPicPr>
                                        <pic:blipFill>
                                          <a:blip r:embed="rId8">
                                            <a:extLst>
                                              <a:ext uri="{28A0092B-C50C-407E-A947-70E740481C1C}">
                                                <a14:useLocalDpi xmlns:a14="http://schemas.microsoft.com/office/drawing/2010/main" val="0"/>
                                              </a:ext>
                                            </a:extLst>
                                          </a:blip>
                                          <a:stretch>
                                            <a:fillRect/>
                                          </a:stretch>
                                        </pic:blipFill>
                                        <pic:spPr>
                                          <a:xfrm>
                                            <a:off x="0" y="0"/>
                                            <a:ext cx="2216440" cy="113140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7" o:spid="_x0000_s1027" type="#_x0000_t202" style="position:absolute;margin-left:478.85pt;margin-top:103.35pt;width:181.75pt;height:97.65pt;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KailQIAALMFAAAOAAAAZHJzL2Uyb0RvYy54bWysVEtPGzEQvlfqf7B8L7vZhEcjNigFUVVC&#10;gAoVZ8drEwvb49pOdtNfz9i7CYFyoepld+z55vV5Zk7POqPJWvigwNZ0dFBSIiyHRtnHmv66v/xy&#10;QkmIzDZMgxU13YhAz2afP522bioqWIJuhCfoxIZp62q6jNFNiyLwpTAsHIATFpUSvGERj/6xaDxr&#10;0bvRRVWWR0ULvnEeuAgBby96JZ1l/1IKHm+kDCISXVPMLeavz99F+hazUzZ99MwtFR/SYP+QhWHK&#10;YtCdqwsWGVl59Zcro7iHADIecDAFSKm4yDVgNaPyTTV3S+ZErgXJCW5HU/h/bvn1+tYT1dT0mBLL&#10;DD7Rvegi+QYdOU7stC5MEXTnEBY7vMZX3t4HvExFd9Kb9MdyCOqR582O2+SM42U1Lk/G44oSjrpR&#10;NSnH1WHyU7yYOx/idwGGJKGmHh8vc8rWVyH20C0kRQugVXOptM6H1DDiXHuyZvjUOuYk0fkrlLak&#10;renR+LDMjl/pkuud/UIz/jSkt4dCf9qmcCK31pBWoqinIktxo0XCaPtTSKQ2M/JOjoxzYXd5ZnRC&#10;SazoI4YD/iWrjxj3daBFjgw27oyNsuB7ll5T2zxtqZU9Ht9wr+4kxm7RDa2zgGaDneOhn7zg+KVC&#10;oq9YiLfM46hhs+D6iDf4kRrwdWCQKFmC//PefcLjBKCWkhZHt6bh94p5QYn+YXE2vo4mkzTr+TA5&#10;PK7w4Pc1i32NXZlzwJYZ4aJyPIsJH/VWlB7MA26ZeYqKKmY5xq5p3IrnsV8ouKW4mM8zCKfbsXhl&#10;7xxPrhO9qcHuuwfm3dDgEWfjGrZDzqZv+rzHJksL81UEqfIQJIJ7VgficTPkMRq2WFo9++eMetm1&#10;s2cAAAD//wMAUEsDBBQABgAIAAAAIQDtXsQl3wAAAAwBAAAPAAAAZHJzL2Rvd25yZXYueG1sTI/B&#10;TgMhEIbvJr4DGRNvForabrc726ipXjxZTc90oUBcYAN0u7699KS3mcyXf76/2UyuJ6OKyQaPMJ8x&#10;IMp3QVqvEb4+X+8qICkLL0UfvEL4UQk27fVVI2oZzv5DjbusSQnxqRYIJuehpjR1RjmRZmFQvtyO&#10;ITqRyxo1lVGcS7jrKWdsQZ2wvnwwYlAvRnXfu5ND2D7rle4qEc22ktaO0/74rt8Qb2+mpzWQrKb8&#10;B8NFv6hDW5wO4eRlIj3C6nG5LCgCZ4syXIh7PudADggPjDOgbUP/l2h/AQAA//8DAFBLAQItABQA&#10;BgAIAAAAIQC2gziS/gAAAOEBAAATAAAAAAAAAAAAAAAAAAAAAABbQ29udGVudF9UeXBlc10ueG1s&#10;UEsBAi0AFAAGAAgAAAAhADj9If/WAAAAlAEAAAsAAAAAAAAAAAAAAAAALwEAAF9yZWxzLy5yZWxz&#10;UEsBAi0AFAAGAAgAAAAhAB2MpqKVAgAAswUAAA4AAAAAAAAAAAAAAAAALgIAAGRycy9lMm9Eb2Mu&#10;eG1sUEsBAi0AFAAGAAgAAAAhAO1exCXfAAAADAEAAA8AAAAAAAAAAAAAAAAA7wQAAGRycy9kb3du&#10;cmV2LnhtbFBLBQYAAAAABAAEAPMAAAD7BQAAAAA=&#10;" fillcolor="white [3201]" strokeweight=".5pt">
                <v:textbox>
                  <w:txbxContent>
                    <w:p w:rsidR="00647688" w:rsidRDefault="00647688">
                      <w:r>
                        <w:rPr>
                          <w:noProof/>
                          <w:szCs w:val="20"/>
                          <w:lang w:val="en-NZ" w:eastAsia="en-NZ"/>
                        </w:rPr>
                        <w:drawing>
                          <wp:inline distT="0" distB="0" distL="0" distR="0" wp14:anchorId="20762005" wp14:editId="6EB71CF5">
                            <wp:extent cx="2220302" cy="1133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3.bmp"/>
                                    <pic:cNvPicPr/>
                                  </pic:nvPicPr>
                                  <pic:blipFill>
                                    <a:blip r:embed="rId8">
                                      <a:extLst>
                                        <a:ext uri="{28A0092B-C50C-407E-A947-70E740481C1C}">
                                          <a14:useLocalDpi xmlns:a14="http://schemas.microsoft.com/office/drawing/2010/main" val="0"/>
                                        </a:ext>
                                      </a:extLst>
                                    </a:blip>
                                    <a:stretch>
                                      <a:fillRect/>
                                    </a:stretch>
                                  </pic:blipFill>
                                  <pic:spPr>
                                    <a:xfrm>
                                      <a:off x="0" y="0"/>
                                      <a:ext cx="2216440" cy="1131404"/>
                                    </a:xfrm>
                                    <a:prstGeom prst="rect">
                                      <a:avLst/>
                                    </a:prstGeom>
                                  </pic:spPr>
                                </pic:pic>
                              </a:graphicData>
                            </a:graphic>
                          </wp:inline>
                        </w:drawing>
                      </w:r>
                    </w:p>
                  </w:txbxContent>
                </v:textbox>
              </v:shape>
            </w:pict>
          </mc:Fallback>
        </mc:AlternateContent>
      </w:r>
      <w:r w:rsidR="00647688">
        <w:rPr>
          <w:noProof/>
          <w:lang w:val="en-NZ" w:eastAsia="en-NZ"/>
        </w:rPr>
        <mc:AlternateContent>
          <mc:Choice Requires="wps">
            <w:drawing>
              <wp:anchor distT="0" distB="0" distL="114300" distR="114300" simplePos="0" relativeHeight="251674112" behindDoc="0" locked="0" layoutInCell="1" allowOverlap="1" wp14:anchorId="3459656A" wp14:editId="64947583">
                <wp:simplePos x="0" y="0"/>
                <wp:positionH relativeFrom="column">
                  <wp:posOffset>5991131</wp:posOffset>
                </wp:positionH>
                <wp:positionV relativeFrom="paragraph">
                  <wp:posOffset>-407406</wp:posOffset>
                </wp:positionV>
                <wp:extent cx="2408221" cy="1702052"/>
                <wp:effectExtent l="0" t="0" r="11430" b="12700"/>
                <wp:wrapNone/>
                <wp:docPr id="3" name="Text Box 3"/>
                <wp:cNvGraphicFramePr/>
                <a:graphic xmlns:a="http://schemas.openxmlformats.org/drawingml/2006/main">
                  <a:graphicData uri="http://schemas.microsoft.com/office/word/2010/wordprocessingShape">
                    <wps:wsp>
                      <wps:cNvSpPr txBox="1"/>
                      <wps:spPr>
                        <a:xfrm>
                          <a:off x="0" y="0"/>
                          <a:ext cx="2408221" cy="170205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688" w:rsidRDefault="00647688">
                            <w:r>
                              <w:rPr>
                                <w:noProof/>
                                <w:lang w:val="en-NZ" w:eastAsia="en-NZ"/>
                              </w:rPr>
                              <w:drawing>
                                <wp:inline distT="0" distB="0" distL="0" distR="0" wp14:anchorId="19963194" wp14:editId="31F8BC2E">
                                  <wp:extent cx="2198697" cy="149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21.bmp"/>
                                          <pic:cNvPicPr/>
                                        </pic:nvPicPr>
                                        <pic:blipFill>
                                          <a:blip r:embed="rId9">
                                            <a:extLst>
                                              <a:ext uri="{28A0092B-C50C-407E-A947-70E740481C1C}">
                                                <a14:useLocalDpi xmlns:a14="http://schemas.microsoft.com/office/drawing/2010/main" val="0"/>
                                              </a:ext>
                                            </a:extLst>
                                          </a:blip>
                                          <a:stretch>
                                            <a:fillRect/>
                                          </a:stretch>
                                        </pic:blipFill>
                                        <pic:spPr>
                                          <a:xfrm>
                                            <a:off x="0" y="0"/>
                                            <a:ext cx="2203277" cy="149442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471.75pt;margin-top:-32.1pt;width:189.6pt;height:134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6VSlgIAALoFAAAOAAAAZHJzL2Uyb0RvYy54bWysVN9P2zAQfp+0/8Hy+0gaCmMVKepATJMQ&#10;oMHEs+vY1ML2ebbbpPvrd3bSUBgvTHtJzr7vfn2+u9OzzmiyET4osDWdHJSUCMuhUfaxpj/vLz+d&#10;UBIisw3TYEVNtyLQs/nHD6etm4kKVqAb4Qk6sWHWupquYnSzogh8JQwLB+CERaUEb1jEo38sGs9a&#10;9G50UZXlcdGCb5wHLkLA24teSefZv5SCxxspg4hE1xRzi/nr83eZvsX8lM0ePXMrxYc02D9kYZiy&#10;GHR0dcEiI2uv/nJlFPcQQMYDDqYAKRUXuQasZlK+quZuxZzItSA5wY00hf/nll9vbj1RTU0PKbHM&#10;4BPdiy6Sr9CRw8RO68IMQXcOYbHDa3zl3X3Ay1R0J71JfyyHoB553o7cJmccL6tpeVJVE0o46iaf&#10;y6o8qpKf4tnc+RC/CTAkCTX1+HiZU7a5CrGH7iApWgCtmkuldT6khhHn2pMNw6fWMSeJzl+gtCVt&#10;TY8Pj8rs+IUuuR7tl5rxpyG9PRT60zaFE7m1hrQSRT0VWYpbLRJG2x9CIrWZkTdyZJwLO+aZ0Qkl&#10;saL3GA7456zeY9zXgRY5Mtg4GhtlwfcsvaS2edpRK3s8vuFe3UmM3bLLPTV2yhKaLTaQh34Ag+OX&#10;Cvm+YiHeMo8Thz2DWyTe4EdqwEeCQaJkBf73W/cJj4OAWkpanOCahl9r5gUl+rvFEfkymU7TyOfD&#10;9OhzhQe/r1nua+zanAN2DnYoZpfFhI96J0oP5gGXzSJFRRWzHGPXNO7E89jvFVxWXCwWGYRD7li8&#10;sneOJ9eJ5dRn990D827o84gjcg27WWezV+3eY5OlhcU6glR5FhLPPasD/7gg8jQNyyxtoP1zRj2v&#10;3PkfAAAA//8DAFBLAwQUAAYACAAAACEAWeHbruAAAAAMAQAADwAAAGRycy9kb3ducmV2LnhtbEyP&#10;wU7DMBBE70j8g7VI3FoHp5Q0jVMBKlx6oqCet7FrW8R2ZLtp+HvcExxX8zTzttlMtiejDNF4x+Fh&#10;XgCRrvPCOMXh6/NtVgGJCZ3A3jvJ4UdG2LS3Nw3Wwl/chxz3SZFc4mKNHHRKQ01p7LS0GOd+kC5n&#10;Jx8spnwGRUXASy63PWVFsaQWjcsLGgf5qmX3vT9bDtsXtVJdhUFvK2HMOB1OO/XO+f3d9LwGkuSU&#10;/mC46md1aLPT0Z+diKTnsFqUjxnlMFsuGJArUTL2BOTIgRVlBbRt6P8n2l8AAAD//wMAUEsBAi0A&#10;FAAGAAgAAAAhALaDOJL+AAAA4QEAABMAAAAAAAAAAAAAAAAAAAAAAFtDb250ZW50X1R5cGVzXS54&#10;bWxQSwECLQAUAAYACAAAACEAOP0h/9YAAACUAQAACwAAAAAAAAAAAAAAAAAvAQAAX3JlbHMvLnJl&#10;bHNQSwECLQAUAAYACAAAACEARZOlUpYCAAC6BQAADgAAAAAAAAAAAAAAAAAuAgAAZHJzL2Uyb0Rv&#10;Yy54bWxQSwECLQAUAAYACAAAACEAWeHbruAAAAAMAQAADwAAAAAAAAAAAAAAAADwBAAAZHJzL2Rv&#10;d25yZXYueG1sUEsFBgAAAAAEAAQA8wAAAP0FAAAAAA==&#10;" fillcolor="white [3201]" strokeweight=".5pt">
                <v:textbox>
                  <w:txbxContent>
                    <w:p w:rsidR="00647688" w:rsidRDefault="00647688">
                      <w:r>
                        <w:rPr>
                          <w:noProof/>
                          <w:lang w:val="en-NZ" w:eastAsia="en-NZ"/>
                        </w:rPr>
                        <w:drawing>
                          <wp:inline distT="0" distB="0" distL="0" distR="0" wp14:anchorId="19963194" wp14:editId="31F8BC2E">
                            <wp:extent cx="2198697" cy="1491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21.bmp"/>
                                    <pic:cNvPicPr/>
                                  </pic:nvPicPr>
                                  <pic:blipFill>
                                    <a:blip r:embed="rId9">
                                      <a:extLst>
                                        <a:ext uri="{28A0092B-C50C-407E-A947-70E740481C1C}">
                                          <a14:useLocalDpi xmlns:a14="http://schemas.microsoft.com/office/drawing/2010/main" val="0"/>
                                        </a:ext>
                                      </a:extLst>
                                    </a:blip>
                                    <a:stretch>
                                      <a:fillRect/>
                                    </a:stretch>
                                  </pic:blipFill>
                                  <pic:spPr>
                                    <a:xfrm>
                                      <a:off x="0" y="0"/>
                                      <a:ext cx="2203277" cy="1494422"/>
                                    </a:xfrm>
                                    <a:prstGeom prst="rect">
                                      <a:avLst/>
                                    </a:prstGeom>
                                  </pic:spPr>
                                </pic:pic>
                              </a:graphicData>
                            </a:graphic>
                          </wp:inline>
                        </w:drawing>
                      </w:r>
                    </w:p>
                  </w:txbxContent>
                </v:textbox>
              </v:shape>
            </w:pict>
          </mc:Fallback>
        </mc:AlternateContent>
      </w:r>
      <w:r w:rsidR="00647688">
        <w:rPr>
          <w:noProof/>
          <w:szCs w:val="20"/>
          <w:lang w:val="en-NZ" w:eastAsia="en-NZ"/>
        </w:rPr>
        <mc:AlternateContent>
          <mc:Choice Requires="wps">
            <w:drawing>
              <wp:anchor distT="0" distB="0" distL="114300" distR="114300" simplePos="0" relativeHeight="251651584" behindDoc="0" locked="0" layoutInCell="1" allowOverlap="1" wp14:anchorId="2E6D12E9" wp14:editId="297B32D6">
                <wp:simplePos x="0" y="0"/>
                <wp:positionH relativeFrom="column">
                  <wp:posOffset>-618490</wp:posOffset>
                </wp:positionH>
                <wp:positionV relativeFrom="paragraph">
                  <wp:posOffset>850900</wp:posOffset>
                </wp:positionV>
                <wp:extent cx="2299335" cy="5458460"/>
                <wp:effectExtent l="0" t="0" r="0" b="8890"/>
                <wp:wrapSquare wrapText="bothSides"/>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335" cy="5458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688" w:rsidRDefault="00BB1A86" w:rsidP="00810D7C">
                            <w:pPr>
                              <w:pStyle w:val="BodyCopy"/>
                              <w:rPr>
                                <w:rFonts w:ascii="Papyrus" w:hAnsi="Papyrus"/>
                                <w:color w:val="000000" w:themeColor="text1"/>
                                <w:sz w:val="28"/>
                                <w:szCs w:val="28"/>
                              </w:rPr>
                            </w:pPr>
                            <w:hyperlink r:id="rId10" w:history="1">
                              <w:r w:rsidR="00701C80" w:rsidRPr="00B53079">
                                <w:rPr>
                                  <w:rStyle w:val="Hyperlink"/>
                                  <w:rFonts w:ascii="Papyrus" w:hAnsi="Papyrus"/>
                                  <w:sz w:val="28"/>
                                  <w:szCs w:val="28"/>
                                </w:rPr>
                                <w:t>http://kidshealth.org/parent/emotions/behavior/suicide.html</w:t>
                              </w:r>
                            </w:hyperlink>
                            <w:r w:rsidR="00701C80">
                              <w:rPr>
                                <w:rFonts w:ascii="Papyrus" w:hAnsi="Papyrus"/>
                                <w:color w:val="000000" w:themeColor="text1"/>
                                <w:sz w:val="28"/>
                                <w:szCs w:val="28"/>
                              </w:rPr>
                              <w:t xml:space="preserve"> </w:t>
                            </w:r>
                          </w:p>
                          <w:p w:rsidR="00647688" w:rsidRDefault="00701C80" w:rsidP="00810D7C">
                            <w:pPr>
                              <w:pStyle w:val="BodyCopy"/>
                              <w:rPr>
                                <w:rFonts w:ascii="Papyrus" w:hAnsi="Papyrus"/>
                                <w:color w:val="000000" w:themeColor="text1"/>
                                <w:sz w:val="28"/>
                                <w:szCs w:val="28"/>
                              </w:rPr>
                            </w:pPr>
                            <w:r>
                              <w:rPr>
                                <w:rFonts w:ascii="Papyrus" w:hAnsi="Papyrus"/>
                                <w:color w:val="000000" w:themeColor="text1"/>
                                <w:sz w:val="28"/>
                                <w:szCs w:val="28"/>
                              </w:rPr>
                              <w:br/>
                            </w:r>
                            <w:hyperlink r:id="rId11" w:history="1">
                              <w:r w:rsidR="00647688" w:rsidRPr="00B53079">
                                <w:rPr>
                                  <w:rStyle w:val="Hyperlink"/>
                                  <w:rFonts w:ascii="Papyrus" w:hAnsi="Papyrus"/>
                                  <w:sz w:val="28"/>
                                  <w:szCs w:val="28"/>
                                </w:rPr>
                                <w:t>http://suicidal.com/suicidalteens/</w:t>
                              </w:r>
                            </w:hyperlink>
                            <w:r w:rsidR="00647688">
                              <w:rPr>
                                <w:rFonts w:ascii="Papyrus" w:hAnsi="Papyrus"/>
                                <w:color w:val="000000" w:themeColor="text1"/>
                                <w:sz w:val="28"/>
                                <w:szCs w:val="28"/>
                              </w:rPr>
                              <w:t xml:space="preserve"> </w:t>
                            </w:r>
                            <w:r w:rsidR="00647688">
                              <w:rPr>
                                <w:rFonts w:ascii="Papyrus" w:hAnsi="Papyrus"/>
                                <w:color w:val="000000" w:themeColor="text1"/>
                                <w:sz w:val="28"/>
                                <w:szCs w:val="28"/>
                              </w:rPr>
                              <w:br/>
                            </w:r>
                          </w:p>
                          <w:p w:rsidR="00647688" w:rsidRPr="00647688" w:rsidRDefault="00BB1A86" w:rsidP="00810D7C">
                            <w:pPr>
                              <w:pStyle w:val="BodyCopy"/>
                              <w:rPr>
                                <w:rFonts w:ascii="Papyrus" w:hAnsi="Papyrus"/>
                                <w:color w:val="000000" w:themeColor="text1"/>
                                <w:sz w:val="28"/>
                                <w:szCs w:val="28"/>
                              </w:rPr>
                            </w:pPr>
                            <w:hyperlink r:id="rId12" w:history="1">
                              <w:r w:rsidR="00647688" w:rsidRPr="00B53079">
                                <w:rPr>
                                  <w:rStyle w:val="Hyperlink"/>
                                  <w:rFonts w:ascii="Papyrus" w:hAnsi="Papyrus"/>
                                  <w:sz w:val="28"/>
                                  <w:szCs w:val="28"/>
                                </w:rPr>
                                <w:t>http://www.dailytelegraph.com.au/news/suicide-teens-web-mystery/story-</w:t>
                              </w:r>
                              <w:r w:rsidR="00647688" w:rsidRPr="00B53079">
                                <w:rPr>
                                  <w:rStyle w:val="Hyperlink"/>
                                  <w:rFonts w:ascii="Papyrus" w:hAnsi="Papyrus"/>
                                  <w:sz w:val="28"/>
                                  <w:szCs w:val="28"/>
                                </w:rPr>
                                <w:br/>
                                <w:t>e6freuy9-1111113390999</w:t>
                              </w:r>
                            </w:hyperlink>
                            <w:r w:rsidR="00647688">
                              <w:rPr>
                                <w:rFonts w:ascii="Papyrus" w:hAnsi="Papyrus"/>
                                <w:color w:val="000000" w:themeColor="text1"/>
                                <w:sz w:val="28"/>
                                <w:szCs w:val="28"/>
                              </w:rPr>
                              <w:t xml:space="preserve"> </w:t>
                            </w:r>
                            <w:r w:rsidR="00647688">
                              <w:rPr>
                                <w:rFonts w:ascii="Papyrus" w:hAnsi="Papyrus"/>
                                <w:color w:val="000000" w:themeColor="text1"/>
                                <w:sz w:val="28"/>
                                <w:szCs w:val="28"/>
                              </w:rPr>
                              <w:br/>
                              <w:t xml:space="preserve"> </w:t>
                            </w:r>
                            <w:hyperlink r:id="rId13" w:history="1">
                              <w:r w:rsidR="00701C80" w:rsidRPr="00B53079">
                                <w:rPr>
                                  <w:rStyle w:val="Hyperlink"/>
                                  <w:rFonts w:ascii="Papyrus" w:hAnsi="Papyrus"/>
                                  <w:sz w:val="28"/>
                                  <w:szCs w:val="28"/>
                                </w:rPr>
                                <w:t>http://www.nowpublic.com/crime/myspace-prank-leads-teens-suicide-0</w:t>
                              </w:r>
                            </w:hyperlink>
                            <w:r w:rsidR="00701C80">
                              <w:rPr>
                                <w:rFonts w:ascii="Papyrus" w:hAnsi="Papyrus"/>
                                <w:color w:val="000000" w:themeColor="text1"/>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48.7pt;margin-top:67pt;width:181.05pt;height:429.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k/RuwIAAMIFAAAOAAAAZHJzL2Uyb0RvYy54bWysVMlu2zAQvRfoPxC8K1pC2ZIQuUgsqyiQ&#10;LkDSD6AlyiIqkSpJW06L/nuHlLckl6KtDgKX4ZvlvZmbd/u+QzumNJcix+FVgBETlay52OT462Pp&#10;JRhpQ0VNOylYjp+Yxu8Wb9/cjEPGItnKrmYKAYjQ2TjkuDVmyHxfVy3rqb6SAxNw2UjVUwNbtfFr&#10;RUdA7zs/CoKZP0pVD0pWTGs4LaZLvHD4TcMq87lpNDOoyzHEZtxfuf/a/v3FDc02ig4trw5h0L+I&#10;oqdcgNMTVEENRVvFX0H1vFJSy8ZcVbL3ZdPwirkcIJsweJHNQ0sH5nKB4ujhVCb9/2CrT7svCvEa&#10;uAOmBO2Bo0e2N+hO7tHMlmccdAZWDwPYmT0cg6lLVQ/3svqmkZDLlooNu1VKji2jNYQX2pf+xdMJ&#10;R1uQ9fhR1uCGbo10QPtG9bZ2UA0E6EDT04kaG0oFh1GUptfXMUYV3MUkTsjMkefT7Ph8UNq8Z7JH&#10;dpFjBdw7eLq718aGQ7OjifUmZMm7zvHfiWcHYDidgHN4au9sGI7On2mQrpJVQjwSzVYeCYrCuy2X&#10;xJuV4Twurovlsgh/Wb8hyVpe10xYN0dpheTPqDuIfBLFSVxadry2cDYkrTbrZafQjoK0S/e5osPN&#10;2cx/HoYrAuTyIqUwIsFdlHrlLJl7pCSxl86DxAvC9C6dBSQlRfk8pXsu2L+nhMYcp3EUT2o6B/0i&#10;t8B9r3OjWc8NDI+O9zlOTkY0sxpcidpRayjvpvVFKWz451IA3UeinWKtSCe5mv1673ojOjbCWtZP&#10;IGElQWCgUxh8sGil+oHRCEMkx/r7liqGUfdBQBukISF26rgNiecRbNTlzfryhooKoHJsMJqWSzNN&#10;qu2g+KYFT1PjCXkLrdNwJ2rbY1NUh4aDQeFyOww1O4ku987qPHoXvwEAAP//AwBQSwMEFAAGAAgA&#10;AAAhAKESFzfgAAAACwEAAA8AAABkcnMvZG93bnJldi54bWxMj8tOwzAQRfdI/QdrKrFrbdqQkhCn&#10;qkBsQZSHxM6Np0nUeBzFbhP+nmEFy9E9unNusZ1cJy44hNaThpulAoFUedtSreH97WlxByJEQ9Z0&#10;nlDDNwbYlrOrwuTWj/SKl32sBZdQyI2GJsY+lzJUDToTlr5H4uzoB2cin0Mt7WBGLnedXCmVSmda&#10;4g+N6fGhweq0PzsNH8/Hr89EvdSP7rYf/aQkuUxqfT2fdvcgIk7xD4ZffVaHkp0O/kw2iE7DItsk&#10;jHKwTngUE6s02YA4aMiydQqyLOT/DeUPAAAA//8DAFBLAQItABQABgAIAAAAIQC2gziS/gAAAOEB&#10;AAATAAAAAAAAAAAAAAAAAAAAAABbQ29udGVudF9UeXBlc10ueG1sUEsBAi0AFAAGAAgAAAAhADj9&#10;If/WAAAAlAEAAAsAAAAAAAAAAAAAAAAALwEAAF9yZWxzLy5yZWxzUEsBAi0AFAAGAAgAAAAhAALW&#10;T9G7AgAAwgUAAA4AAAAAAAAAAAAAAAAALgIAAGRycy9lMm9Eb2MueG1sUEsBAi0AFAAGAAgAAAAh&#10;AKESFzfgAAAACwEAAA8AAAAAAAAAAAAAAAAAFQUAAGRycy9kb3ducmV2LnhtbFBLBQYAAAAABAAE&#10;APMAAAAiBgAAAAA=&#10;" filled="f" stroked="f">
                <v:textbox>
                  <w:txbxContent>
                    <w:p w:rsidR="00647688" w:rsidRDefault="00BB1A86" w:rsidP="00810D7C">
                      <w:pPr>
                        <w:pStyle w:val="BodyCopy"/>
                        <w:rPr>
                          <w:rFonts w:ascii="Papyrus" w:hAnsi="Papyrus"/>
                          <w:color w:val="000000" w:themeColor="text1"/>
                          <w:sz w:val="28"/>
                          <w:szCs w:val="28"/>
                        </w:rPr>
                      </w:pPr>
                      <w:hyperlink r:id="rId14" w:history="1">
                        <w:r w:rsidR="00701C80" w:rsidRPr="00B53079">
                          <w:rPr>
                            <w:rStyle w:val="Hyperlink"/>
                            <w:rFonts w:ascii="Papyrus" w:hAnsi="Papyrus"/>
                            <w:sz w:val="28"/>
                            <w:szCs w:val="28"/>
                          </w:rPr>
                          <w:t>http://kidshealth.org/parent/emotions/behavior/suicide.html</w:t>
                        </w:r>
                      </w:hyperlink>
                      <w:r w:rsidR="00701C80">
                        <w:rPr>
                          <w:rFonts w:ascii="Papyrus" w:hAnsi="Papyrus"/>
                          <w:color w:val="000000" w:themeColor="text1"/>
                          <w:sz w:val="28"/>
                          <w:szCs w:val="28"/>
                        </w:rPr>
                        <w:t xml:space="preserve"> </w:t>
                      </w:r>
                    </w:p>
                    <w:p w:rsidR="00647688" w:rsidRDefault="00701C80" w:rsidP="00810D7C">
                      <w:pPr>
                        <w:pStyle w:val="BodyCopy"/>
                        <w:rPr>
                          <w:rFonts w:ascii="Papyrus" w:hAnsi="Papyrus"/>
                          <w:color w:val="000000" w:themeColor="text1"/>
                          <w:sz w:val="28"/>
                          <w:szCs w:val="28"/>
                        </w:rPr>
                      </w:pPr>
                      <w:r>
                        <w:rPr>
                          <w:rFonts w:ascii="Papyrus" w:hAnsi="Papyrus"/>
                          <w:color w:val="000000" w:themeColor="text1"/>
                          <w:sz w:val="28"/>
                          <w:szCs w:val="28"/>
                        </w:rPr>
                        <w:br/>
                      </w:r>
                      <w:hyperlink r:id="rId15" w:history="1">
                        <w:r w:rsidR="00647688" w:rsidRPr="00B53079">
                          <w:rPr>
                            <w:rStyle w:val="Hyperlink"/>
                            <w:rFonts w:ascii="Papyrus" w:hAnsi="Papyrus"/>
                            <w:sz w:val="28"/>
                            <w:szCs w:val="28"/>
                          </w:rPr>
                          <w:t>http://suicidal.com/suicidalteens/</w:t>
                        </w:r>
                      </w:hyperlink>
                      <w:r w:rsidR="00647688">
                        <w:rPr>
                          <w:rFonts w:ascii="Papyrus" w:hAnsi="Papyrus"/>
                          <w:color w:val="000000" w:themeColor="text1"/>
                          <w:sz w:val="28"/>
                          <w:szCs w:val="28"/>
                        </w:rPr>
                        <w:t xml:space="preserve"> </w:t>
                      </w:r>
                      <w:r w:rsidR="00647688">
                        <w:rPr>
                          <w:rFonts w:ascii="Papyrus" w:hAnsi="Papyrus"/>
                          <w:color w:val="000000" w:themeColor="text1"/>
                          <w:sz w:val="28"/>
                          <w:szCs w:val="28"/>
                        </w:rPr>
                        <w:br/>
                      </w:r>
                    </w:p>
                    <w:p w:rsidR="00647688" w:rsidRPr="00647688" w:rsidRDefault="00BB1A86" w:rsidP="00810D7C">
                      <w:pPr>
                        <w:pStyle w:val="BodyCopy"/>
                        <w:rPr>
                          <w:rFonts w:ascii="Papyrus" w:hAnsi="Papyrus"/>
                          <w:color w:val="000000" w:themeColor="text1"/>
                          <w:sz w:val="28"/>
                          <w:szCs w:val="28"/>
                        </w:rPr>
                      </w:pPr>
                      <w:hyperlink r:id="rId16" w:history="1">
                        <w:r w:rsidR="00647688" w:rsidRPr="00B53079">
                          <w:rPr>
                            <w:rStyle w:val="Hyperlink"/>
                            <w:rFonts w:ascii="Papyrus" w:hAnsi="Papyrus"/>
                            <w:sz w:val="28"/>
                            <w:szCs w:val="28"/>
                          </w:rPr>
                          <w:t>http://www.dailytelegraph.com.au/news/suicide-teens-web-mystery/story-</w:t>
                        </w:r>
                        <w:r w:rsidR="00647688" w:rsidRPr="00B53079">
                          <w:rPr>
                            <w:rStyle w:val="Hyperlink"/>
                            <w:rFonts w:ascii="Papyrus" w:hAnsi="Papyrus"/>
                            <w:sz w:val="28"/>
                            <w:szCs w:val="28"/>
                          </w:rPr>
                          <w:br/>
                          <w:t>e6freuy9-1111113390999</w:t>
                        </w:r>
                      </w:hyperlink>
                      <w:r w:rsidR="00647688">
                        <w:rPr>
                          <w:rFonts w:ascii="Papyrus" w:hAnsi="Papyrus"/>
                          <w:color w:val="000000" w:themeColor="text1"/>
                          <w:sz w:val="28"/>
                          <w:szCs w:val="28"/>
                        </w:rPr>
                        <w:t xml:space="preserve"> </w:t>
                      </w:r>
                      <w:r w:rsidR="00647688">
                        <w:rPr>
                          <w:rFonts w:ascii="Papyrus" w:hAnsi="Papyrus"/>
                          <w:color w:val="000000" w:themeColor="text1"/>
                          <w:sz w:val="28"/>
                          <w:szCs w:val="28"/>
                        </w:rPr>
                        <w:br/>
                        <w:t xml:space="preserve"> </w:t>
                      </w:r>
                      <w:hyperlink r:id="rId17" w:history="1">
                        <w:r w:rsidR="00701C80" w:rsidRPr="00B53079">
                          <w:rPr>
                            <w:rStyle w:val="Hyperlink"/>
                            <w:rFonts w:ascii="Papyrus" w:hAnsi="Papyrus"/>
                            <w:sz w:val="28"/>
                            <w:szCs w:val="28"/>
                          </w:rPr>
                          <w:t>http://www.nowpublic.com/crime/myspace-prank-leads-teens-suicide-0</w:t>
                        </w:r>
                      </w:hyperlink>
                      <w:r w:rsidR="00701C80">
                        <w:rPr>
                          <w:rFonts w:ascii="Papyrus" w:hAnsi="Papyrus"/>
                          <w:color w:val="000000" w:themeColor="text1"/>
                          <w:sz w:val="28"/>
                          <w:szCs w:val="28"/>
                        </w:rPr>
                        <w:t xml:space="preserve"> </w:t>
                      </w:r>
                    </w:p>
                  </w:txbxContent>
                </v:textbox>
                <w10:wrap type="square"/>
              </v:shape>
            </w:pict>
          </mc:Fallback>
        </mc:AlternateContent>
      </w:r>
      <w:r w:rsidR="00531CFE">
        <w:rPr>
          <w:noProof/>
          <w:szCs w:val="20"/>
          <w:lang w:val="en-NZ" w:eastAsia="en-NZ"/>
        </w:rPr>
        <mc:AlternateContent>
          <mc:Choice Requires="wps">
            <w:drawing>
              <wp:anchor distT="0" distB="0" distL="114300" distR="114300" simplePos="0" relativeHeight="251664896" behindDoc="0" locked="0" layoutInCell="1" allowOverlap="1" wp14:anchorId="765A0C70" wp14:editId="779C1693">
                <wp:simplePos x="0" y="0"/>
                <wp:positionH relativeFrom="column">
                  <wp:posOffset>2695669</wp:posOffset>
                </wp:positionH>
                <wp:positionV relativeFrom="paragraph">
                  <wp:posOffset>851027</wp:posOffset>
                </wp:positionV>
                <wp:extent cx="2416810" cy="5531522"/>
                <wp:effectExtent l="0" t="0" r="0" b="0"/>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6810" cy="5531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688" w:rsidRDefault="00647688" w:rsidP="008104C1">
                            <w:pPr>
                              <w:pStyle w:val="ListParagraph"/>
                            </w:pPr>
                          </w:p>
                          <w:p w:rsidR="00647688" w:rsidRPr="00484A42" w:rsidRDefault="00647688" w:rsidP="008104C1">
                            <w:pPr>
                              <w:pStyle w:val="BULLETPOINTS"/>
                              <w:numPr>
                                <w:ilvl w:val="0"/>
                                <w:numId w:val="1"/>
                              </w:numPr>
                              <w:tabs>
                                <w:tab w:val="clear" w:pos="1440"/>
                                <w:tab w:val="left" w:pos="180"/>
                                <w:tab w:val="num" w:pos="540"/>
                              </w:tabs>
                              <w:ind w:left="540"/>
                              <w:rPr>
                                <w:rFonts w:ascii="Papyrus" w:hAnsi="Papyrus"/>
                              </w:rPr>
                            </w:pPr>
                            <w:r w:rsidRPr="00484A42">
                              <w:rPr>
                                <w:rFonts w:ascii="Papyrus" w:hAnsi="Papyrus"/>
                              </w:rPr>
                              <w:t xml:space="preserve">Get counseling from a school counselor or a parent. </w:t>
                            </w:r>
                          </w:p>
                          <w:p w:rsidR="00647688" w:rsidRPr="00531CFE" w:rsidRDefault="00647688" w:rsidP="002B1D64">
                            <w:pPr>
                              <w:pStyle w:val="BULLETPOINTS"/>
                              <w:tabs>
                                <w:tab w:val="left" w:pos="180"/>
                              </w:tabs>
                              <w:ind w:left="540"/>
                              <w:rPr>
                                <w:color w:val="auto"/>
                              </w:rPr>
                            </w:pPr>
                            <w:r w:rsidRPr="00484A42">
                              <w:rPr>
                                <w:rFonts w:ascii="Papyrus" w:hAnsi="Papyrus"/>
                              </w:rPr>
                              <w:t xml:space="preserve">Go to helpful websites: </w:t>
                            </w:r>
                            <w:r w:rsidRPr="00531CFE">
                              <w:rPr>
                                <w:color w:val="auto"/>
                              </w:rPr>
                              <w:t xml:space="preserve">A </w:t>
                            </w:r>
                            <w:r w:rsidRPr="00531CFE">
                              <w:rPr>
                                <w:rFonts w:ascii="Papyrus" w:hAnsi="Papyrus"/>
                                <w:color w:val="FF0000"/>
                              </w:rPr>
                              <w:t xml:space="preserve">DANGEROUS FACT: </w:t>
                            </w:r>
                            <w:r w:rsidRPr="00531CFE">
                              <w:rPr>
                                <w:rFonts w:ascii="Papyrus" w:hAnsi="Papyrus"/>
                                <w:color w:val="FF0000"/>
                              </w:rPr>
                              <w:br/>
                              <w:t xml:space="preserve">Russia is considered to have the highest teen suicide rate…. which is 4000 teenagers that try to kill </w:t>
                            </w:r>
                            <w:r>
                              <w:rPr>
                                <w:rFonts w:cs="Arial"/>
                                <w:noProof/>
                                <w:color w:val="1122CC"/>
                                <w:sz w:val="27"/>
                                <w:szCs w:val="27"/>
                                <w:lang w:val="en-NZ" w:eastAsia="en-NZ"/>
                              </w:rPr>
                              <w:drawing>
                                <wp:inline distT="0" distB="0" distL="0" distR="0" wp14:anchorId="7411EC87" wp14:editId="6EABFA8A">
                                  <wp:extent cx="1421394" cy="1462984"/>
                                  <wp:effectExtent l="228600" t="228600" r="236220" b="233045"/>
                                  <wp:docPr id="4" name="rg_hi" descr="http://t3.gstatic.com/images?q=tbn:ANd9GcQi2pzEnOrMFZfl2CAP8Al-ebh_1nWW0lxZhBoPLlQwrHSCk_41S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i2pzEnOrMFZfl2CAP8Al-ebh_1nWW0lxZhBoPLlQwrHSCk_41S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4465" cy="1466145"/>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r w:rsidRPr="00531CFE">
                              <w:rPr>
                                <w:rFonts w:ascii="Papyrus" w:hAnsi="Papyrus"/>
                                <w:color w:val="FF0000"/>
                              </w:rPr>
                              <w:t xml:space="preserve">themselves.  Psychologists say that the cause of some of their deaths because of one of the statues in Moscow, </w:t>
                            </w:r>
                            <w:r w:rsidRPr="00531CFE">
                              <w:rPr>
                                <w:rFonts w:ascii="Papyrus" w:hAnsi="Papyrus"/>
                                <w:color w:val="auto"/>
                              </w:rPr>
                              <w:br/>
                            </w:r>
                            <w:r w:rsidRPr="00531CFE">
                              <w:rPr>
                                <w:color w:val="auto"/>
                              </w:rPr>
                              <w:t xml:space="preserve"> </w:t>
                            </w:r>
                          </w:p>
                          <w:p w:rsidR="00647688" w:rsidRPr="005F4ADB" w:rsidRDefault="00647688" w:rsidP="008104C1">
                            <w:pPr>
                              <w:ind w:left="180"/>
                              <w:rPr>
                                <w:color w:val="FFFFF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0" type="#_x0000_t202" style="position:absolute;margin-left:212.25pt;margin-top:67pt;width:190.3pt;height:435.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kvHuQ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QKEE7aNEDGw26lSMKE1ueodcpeN334GdGOIc2O6q6v5PlV42EXDVUbNmNUnJoGK0gvdDe9M+u&#10;TjjagmyGD7KCOHRnpAMaa9XZ2kE1EKBDmx5PrbG5lHAYkXC2CMFUgi2OL8M4ilwMmh6v90qbd0x2&#10;yC4yrKD3Dp7u77Sx6dD06GKjCVnwtnX9b8WzA3CcTiA4XLU2m4Zr548kSNaL9YJ4JJqtPRLkuXdT&#10;rIg3K8J5nF/mq1Ue/rRxQ5I2vKqYsGGO0grJn7XuIPJJFCdxadnyysLZlLTablatQnsK0i7cdyjI&#10;mZv/PA1XBODyglIYkeA2Srxitph7pCCxl8yDhReEyW0yC0hC8uI5pTsu2L9TQkOGkziKJzX9llvg&#10;vtfcaNpxA8Oj5R2o9+REU6vBtahcaw3l7bQ+K4VN/6kU0O5jo51irUgnuZpxM7q3cWmjWzVvZPUI&#10;ElYSBAZihMEHi0aq7xgNMEQyrL/tqGIYte8FPIMkJMROHbch8TyCjTq3bM4tVJQAlWGD0bRcmWlS&#10;7XrFtw1Emh6ekDfwdGruRP2U1eHBwaBw3A5DzU6i873zehq9y18AAAD//wMAUEsDBBQABgAIAAAA&#10;IQCGFdjQ3gAAAAwBAAAPAAAAZHJzL2Rvd25yZXYueG1sTI9PT8MwDMXvSHyHyEjcWLLRolGaTgjE&#10;FcT4I3HzGq+taJyqydby7fFOcLP9np5/r9zMvldHGmMX2MJyYUAR18F13Fh4f3u6WoOKCdlhH5gs&#10;/FCETXV+VmLhwsSvdNymRkkIxwIttCkNhdaxbsljXISBWLR9GD0mWcdGuxEnCfe9Xhlzoz12LB9a&#10;HOihpfp7e/AWPp73X5+ZeWkefT5MYTaa/a229vJivr8DlWhOf2Y44Qs6VMK0Cwd2UfUWslWWi1WE&#10;60xKiWNt8iWonVzMadJVqf+XqH4BAAD//wMAUEsBAi0AFAAGAAgAAAAhALaDOJL+AAAA4QEAABMA&#10;AAAAAAAAAAAAAAAAAAAAAFtDb250ZW50X1R5cGVzXS54bWxQSwECLQAUAAYACAAAACEAOP0h/9YA&#10;AACUAQAACwAAAAAAAAAAAAAAAAAvAQAAX3JlbHMvLnJlbHNQSwECLQAUAAYACAAAACEAoqZLx7kC&#10;AADCBQAADgAAAAAAAAAAAAAAAAAuAgAAZHJzL2Uyb0RvYy54bWxQSwECLQAUAAYACAAAACEAhhXY&#10;0N4AAAAMAQAADwAAAAAAAAAAAAAAAAATBQAAZHJzL2Rvd25yZXYueG1sUEsFBgAAAAAEAAQA8wAA&#10;AB4GAAAAAA==&#10;" filled="f" stroked="f">
                <v:textbox>
                  <w:txbxContent>
                    <w:p w:rsidR="00647688" w:rsidRDefault="00647688" w:rsidP="008104C1">
                      <w:pPr>
                        <w:pStyle w:val="ListParagraph"/>
                      </w:pPr>
                    </w:p>
                    <w:p w:rsidR="00647688" w:rsidRPr="00484A42" w:rsidRDefault="00647688" w:rsidP="008104C1">
                      <w:pPr>
                        <w:pStyle w:val="BULLETPOINTS"/>
                        <w:numPr>
                          <w:ilvl w:val="0"/>
                          <w:numId w:val="1"/>
                        </w:numPr>
                        <w:tabs>
                          <w:tab w:val="clear" w:pos="1440"/>
                          <w:tab w:val="left" w:pos="180"/>
                          <w:tab w:val="num" w:pos="540"/>
                        </w:tabs>
                        <w:ind w:left="540"/>
                        <w:rPr>
                          <w:rFonts w:ascii="Papyrus" w:hAnsi="Papyrus"/>
                        </w:rPr>
                      </w:pPr>
                      <w:r w:rsidRPr="00484A42">
                        <w:rPr>
                          <w:rFonts w:ascii="Papyrus" w:hAnsi="Papyrus"/>
                        </w:rPr>
                        <w:t xml:space="preserve">Get counseling from a school counselor or a parent. </w:t>
                      </w:r>
                    </w:p>
                    <w:p w:rsidR="00647688" w:rsidRPr="00531CFE" w:rsidRDefault="00647688" w:rsidP="002B1D64">
                      <w:pPr>
                        <w:pStyle w:val="BULLETPOINTS"/>
                        <w:tabs>
                          <w:tab w:val="left" w:pos="180"/>
                        </w:tabs>
                        <w:ind w:left="540"/>
                        <w:rPr>
                          <w:color w:val="auto"/>
                        </w:rPr>
                      </w:pPr>
                      <w:r w:rsidRPr="00484A42">
                        <w:rPr>
                          <w:rFonts w:ascii="Papyrus" w:hAnsi="Papyrus"/>
                        </w:rPr>
                        <w:t xml:space="preserve">Go to helpful websites: </w:t>
                      </w:r>
                      <w:r w:rsidRPr="00531CFE">
                        <w:rPr>
                          <w:color w:val="auto"/>
                        </w:rPr>
                        <w:t xml:space="preserve">A </w:t>
                      </w:r>
                      <w:r w:rsidRPr="00531CFE">
                        <w:rPr>
                          <w:rFonts w:ascii="Papyrus" w:hAnsi="Papyrus"/>
                          <w:color w:val="FF0000"/>
                        </w:rPr>
                        <w:t xml:space="preserve">DANGEROUS FACT: </w:t>
                      </w:r>
                      <w:r w:rsidRPr="00531CFE">
                        <w:rPr>
                          <w:rFonts w:ascii="Papyrus" w:hAnsi="Papyrus"/>
                          <w:color w:val="FF0000"/>
                        </w:rPr>
                        <w:br/>
                        <w:t xml:space="preserve">Russia is considered to have the highest teen suicide rate…. which is 4000 teenagers that try to kill </w:t>
                      </w:r>
                      <w:r>
                        <w:rPr>
                          <w:rFonts w:cs="Arial"/>
                          <w:noProof/>
                          <w:color w:val="1122CC"/>
                          <w:sz w:val="27"/>
                          <w:szCs w:val="27"/>
                          <w:lang w:val="en-NZ" w:eastAsia="en-NZ"/>
                        </w:rPr>
                        <w:drawing>
                          <wp:inline distT="0" distB="0" distL="0" distR="0" wp14:anchorId="7411EC87" wp14:editId="6EABFA8A">
                            <wp:extent cx="1421394" cy="1462984"/>
                            <wp:effectExtent l="228600" t="228600" r="236220" b="233045"/>
                            <wp:docPr id="4" name="rg_hi" descr="http://t3.gstatic.com/images?q=tbn:ANd9GcQi2pzEnOrMFZfl2CAP8Al-ebh_1nWW0lxZhBoPLlQwrHSCk_41S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i2pzEnOrMFZfl2CAP8Al-ebh_1nWW0lxZhBoPLlQwrHSCk_41S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4465" cy="1466145"/>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r w:rsidRPr="00531CFE">
                        <w:rPr>
                          <w:rFonts w:ascii="Papyrus" w:hAnsi="Papyrus"/>
                          <w:color w:val="FF0000"/>
                        </w:rPr>
                        <w:t xml:space="preserve">themselves.  Psychologists say that the cause of some of their deaths because of one of the statues in Moscow, </w:t>
                      </w:r>
                      <w:r w:rsidRPr="00531CFE">
                        <w:rPr>
                          <w:rFonts w:ascii="Papyrus" w:hAnsi="Papyrus"/>
                          <w:color w:val="auto"/>
                        </w:rPr>
                        <w:br/>
                      </w:r>
                      <w:r w:rsidRPr="00531CFE">
                        <w:rPr>
                          <w:color w:val="auto"/>
                        </w:rPr>
                        <w:t xml:space="preserve"> </w:t>
                      </w:r>
                    </w:p>
                    <w:p w:rsidR="00647688" w:rsidRPr="005F4ADB" w:rsidRDefault="00647688" w:rsidP="008104C1">
                      <w:pPr>
                        <w:ind w:left="180"/>
                        <w:rPr>
                          <w:color w:val="FFFFFF"/>
                        </w:rPr>
                      </w:pPr>
                    </w:p>
                  </w:txbxContent>
                </v:textbox>
              </v:shape>
            </w:pict>
          </mc:Fallback>
        </mc:AlternateContent>
      </w:r>
      <w:r w:rsidR="00484A42">
        <w:rPr>
          <w:noProof/>
          <w:szCs w:val="20"/>
          <w:lang w:val="en-NZ" w:eastAsia="en-NZ"/>
        </w:rPr>
        <mc:AlternateContent>
          <mc:Choice Requires="wps">
            <w:drawing>
              <wp:anchor distT="0" distB="0" distL="114300" distR="114300" simplePos="0" relativeHeight="251665920" behindDoc="0" locked="0" layoutInCell="1" allowOverlap="1" wp14:anchorId="3A1B0934" wp14:editId="3A3CD6D9">
                <wp:simplePos x="0" y="0"/>
                <wp:positionH relativeFrom="column">
                  <wp:posOffset>2694933</wp:posOffset>
                </wp:positionH>
                <wp:positionV relativeFrom="paragraph">
                  <wp:posOffset>-452956</wp:posOffset>
                </wp:positionV>
                <wp:extent cx="2294890" cy="1203960"/>
                <wp:effectExtent l="0" t="0" r="0" b="0"/>
                <wp:wrapNone/>
                <wp:docPr id="1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890" cy="1203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688" w:rsidRPr="005B40BF" w:rsidRDefault="00647688" w:rsidP="00810D7C">
                            <w:pPr>
                              <w:pStyle w:val="CallOuts"/>
                              <w:rPr>
                                <w:rFonts w:ascii="Papyrus" w:hAnsi="Papyrus"/>
                                <w:i/>
                                <w:sz w:val="40"/>
                                <w:szCs w:val="40"/>
                              </w:rPr>
                            </w:pPr>
                            <w:r w:rsidRPr="005B40BF">
                              <w:rPr>
                                <w:rFonts w:ascii="Papyrus" w:hAnsi="Papyrus"/>
                                <w:i/>
                                <w:sz w:val="40"/>
                                <w:szCs w:val="40"/>
                              </w:rPr>
                              <w:t xml:space="preserve">Things you can do to help a suicidal teen or friend?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1" type="#_x0000_t202" style="position:absolute;margin-left:212.2pt;margin-top:-35.65pt;width:180.7pt;height:94.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XN8vAIAAMM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ZthJGgHPXpko0F3ckSRq8/Q6xTcHnpwNCOcg6/LVff3svymkZCrhootu1VKDg2jFfALbWX9i6u2&#10;IzrVFmQzfJQVxKE7Ix3QWKvOFg/KgQAd+vR06o3lUsJhFCUkTsBUgi2MgnfJ3LHzaXq83itt3jPZ&#10;IbvIsILmO3i6v9fG0qHp0cVGE7LgbesE0IpnB+A4nUBwuGptlobr588kSNbxOiYeieZrjwR57t0W&#10;K+LNi3Axy9/lq1Ue/rJxQ5I2vKqYsGGO2grJn/XuoPJJFSd1adnyysJZSlptN6tWoT0FbRfuc0UH&#10;y9nNf07DFQFyeZFSGJHgLkq8Yh4vPFKQmZcsgtgLwuQOykwSkhfPU7rngv17SmjIcDKLZpOazqRf&#10;5Ba473VuNO24genR8i7D8cmJplaDa1G51hrK22l9UQpL/1wKaPex0U6xVqSTXM24Gd3jIDa6FfBG&#10;Vk8gYSVBYCBGmHywaKT6gdEAUyTD+vuOKoZR+0HAM0hCQuzYcRsyW8CLQurSsrm0UFECVIYNRtNy&#10;ZaZRtesV3zYQaXp4Qt7C06m5E/WZ1eHBwaRwuR2mmh1Fl3vndZ69y98AAAD//wMAUEsDBBQABgAI&#10;AAAAIQDG9g0H3wAAAAsBAAAPAAAAZHJzL2Rvd25yZXYueG1sTI/BTsMwEETvSPyDtUjcWjttSkOI&#10;UyEQV1ALrcTNjbdJRLyOYrcJf89yguNqn2beFJvJdeKCQ2g9aUjmCgRS5W1LtYaP95dZBiJEQ9Z0&#10;nlDDNwbYlNdXhcmtH2mLl12sBYdQyI2GJsY+lzJUDToT5r5H4t/JD85EPoda2sGMHO46uVDqTjrT&#10;Ejc0psenBquv3dlp2L+ePg+pequf3aof/aQkuXup9e3N9PgAIuIU/2D41Wd1KNnp6M9kg+g0pIs0&#10;ZVTDbJ0sQTCxzlY85shoki1BloX8v6H8AQAA//8DAFBLAQItABQABgAIAAAAIQC2gziS/gAAAOEB&#10;AAATAAAAAAAAAAAAAAAAAAAAAABbQ29udGVudF9UeXBlc10ueG1sUEsBAi0AFAAGAAgAAAAhADj9&#10;If/WAAAAlAEAAAsAAAAAAAAAAAAAAAAALwEAAF9yZWxzLy5yZWxzUEsBAi0AFAAGAAgAAAAhACAF&#10;c3y8AgAAwwUAAA4AAAAAAAAAAAAAAAAALgIAAGRycy9lMm9Eb2MueG1sUEsBAi0AFAAGAAgAAAAh&#10;AMb2DQffAAAACwEAAA8AAAAAAAAAAAAAAAAAFgUAAGRycy9kb3ducmV2LnhtbFBLBQYAAAAABAAE&#10;APMAAAAiBgAAAAA=&#10;" filled="f" stroked="f">
                <v:textbox>
                  <w:txbxContent>
                    <w:p w:rsidR="00647688" w:rsidRPr="005B40BF" w:rsidRDefault="00647688" w:rsidP="00810D7C">
                      <w:pPr>
                        <w:pStyle w:val="CallOuts"/>
                        <w:rPr>
                          <w:rFonts w:ascii="Papyrus" w:hAnsi="Papyrus"/>
                          <w:i/>
                          <w:sz w:val="40"/>
                          <w:szCs w:val="40"/>
                        </w:rPr>
                      </w:pPr>
                      <w:r w:rsidRPr="005B40BF">
                        <w:rPr>
                          <w:rFonts w:ascii="Papyrus" w:hAnsi="Papyrus"/>
                          <w:i/>
                          <w:sz w:val="40"/>
                          <w:szCs w:val="40"/>
                        </w:rPr>
                        <w:t xml:space="preserve">Things you can do to help a suicidal teen or friend? </w:t>
                      </w:r>
                    </w:p>
                  </w:txbxContent>
                </v:textbox>
              </v:shape>
            </w:pict>
          </mc:Fallback>
        </mc:AlternateContent>
      </w:r>
      <w:r w:rsidR="005B40BF">
        <w:rPr>
          <w:noProof/>
          <w:szCs w:val="20"/>
          <w:lang w:val="en-NZ" w:eastAsia="en-NZ"/>
        </w:rPr>
        <mc:AlternateContent>
          <mc:Choice Requires="wps">
            <w:drawing>
              <wp:anchor distT="0" distB="0" distL="114300" distR="114300" simplePos="0" relativeHeight="251668992" behindDoc="0" locked="0" layoutInCell="1" allowOverlap="1" wp14:anchorId="4B0B1D32" wp14:editId="046BE341">
                <wp:simplePos x="0" y="0"/>
                <wp:positionH relativeFrom="column">
                  <wp:posOffset>6099772</wp:posOffset>
                </wp:positionH>
                <wp:positionV relativeFrom="paragraph">
                  <wp:posOffset>4535786</wp:posOffset>
                </wp:positionV>
                <wp:extent cx="2181043" cy="1186004"/>
                <wp:effectExtent l="0" t="0" r="10160" b="14605"/>
                <wp:wrapNone/>
                <wp:docPr id="2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043" cy="1186004"/>
                        </a:xfrm>
                        <a:prstGeom prst="rect">
                          <a:avLst/>
                        </a:prstGeom>
                        <a:solidFill>
                          <a:schemeClr val="tx1"/>
                        </a:solidFill>
                        <a:ln>
                          <a:headEnd/>
                          <a:tailEnd/>
                        </a:ln>
                      </wps:spPr>
                      <wps:style>
                        <a:lnRef idx="2">
                          <a:schemeClr val="dk1"/>
                        </a:lnRef>
                        <a:fillRef idx="1">
                          <a:schemeClr val="lt1"/>
                        </a:fillRef>
                        <a:effectRef idx="0">
                          <a:schemeClr val="dk1"/>
                        </a:effectRef>
                        <a:fontRef idx="minor">
                          <a:schemeClr val="dk1"/>
                        </a:fontRef>
                      </wps:style>
                      <wps:txbx>
                        <w:txbxContent>
                          <w:p w:rsidR="00647688" w:rsidRPr="00484A42" w:rsidRDefault="00647688">
                            <w:pPr>
                              <w:rPr>
                                <w:rFonts w:ascii="Papyrus" w:hAnsi="Papyrus"/>
                                <w:i/>
                                <w:color w:val="FFFFFF" w:themeColor="background1"/>
                                <w:sz w:val="22"/>
                                <w:szCs w:val="22"/>
                              </w:rPr>
                            </w:pPr>
                            <w:r w:rsidRPr="00484A42">
                              <w:rPr>
                                <w:rFonts w:ascii="Papyrus" w:hAnsi="Papyrus"/>
                                <w:i/>
                                <w:color w:val="FFFFFF" w:themeColor="background1"/>
                                <w:sz w:val="22"/>
                                <w:szCs w:val="22"/>
                              </w:rPr>
                              <w:t xml:space="preserve">Why most teens commit suicide and </w:t>
                            </w:r>
                            <w:r w:rsidR="00BB1A86">
                              <w:rPr>
                                <w:rFonts w:ascii="Papyrus" w:hAnsi="Papyrus"/>
                                <w:i/>
                                <w:color w:val="FFFFFF" w:themeColor="background1"/>
                                <w:sz w:val="22"/>
                                <w:szCs w:val="22"/>
                              </w:rPr>
                              <w:t>what</w:t>
                            </w:r>
                            <w:bookmarkStart w:id="0" w:name="_GoBack"/>
                            <w:bookmarkEnd w:id="0"/>
                            <w:r w:rsidR="00BB1A86">
                              <w:rPr>
                                <w:rFonts w:ascii="Papyrus" w:hAnsi="Papyrus"/>
                                <w:i/>
                                <w:color w:val="FFFFFF" w:themeColor="background1"/>
                                <w:sz w:val="22"/>
                                <w:szCs w:val="22"/>
                              </w:rPr>
                              <w:t xml:space="preserve"> teens are </w:t>
                            </w:r>
                            <w:r w:rsidRPr="00484A42">
                              <w:rPr>
                                <w:rFonts w:ascii="Papyrus" w:hAnsi="Papyrus"/>
                                <w:i/>
                                <w:color w:val="FFFFFF" w:themeColor="background1"/>
                                <w:sz w:val="22"/>
                                <w:szCs w:val="22"/>
                              </w:rPr>
                              <w:t xml:space="preserve">   </w:t>
                            </w:r>
                            <w:r w:rsidRPr="00484A42">
                              <w:rPr>
                                <w:rFonts w:ascii="Papyrus" w:hAnsi="Papyrus"/>
                                <w:i/>
                                <w:color w:val="FFFFFF" w:themeColor="background1"/>
                                <w:sz w:val="22"/>
                                <w:szCs w:val="22"/>
                              </w:rPr>
                              <w:br/>
                              <w:t xml:space="preserve"> </w:t>
                            </w:r>
                          </w:p>
                          <w:p w:rsidR="00647688" w:rsidRPr="00484A42" w:rsidRDefault="00647688">
                            <w:pPr>
                              <w:rPr>
                                <w:rFonts w:ascii="Papyrus" w:hAnsi="Papyrus"/>
                                <w:i/>
                                <w:color w:val="FFFFFF" w:themeColor="background1"/>
                                <w:sz w:val="22"/>
                                <w:szCs w:val="22"/>
                              </w:rPr>
                            </w:pPr>
                            <w:r>
                              <w:rPr>
                                <w:rFonts w:ascii="Papyrus" w:hAnsi="Papyrus"/>
                                <w:i/>
                                <w:color w:val="FFFFFF" w:themeColor="background1"/>
                                <w:sz w:val="22"/>
                                <w:szCs w:val="22"/>
                              </w:rPr>
                              <w:t xml:space="preserve">By </w:t>
                            </w:r>
                            <w:proofErr w:type="spellStart"/>
                            <w:r>
                              <w:rPr>
                                <w:rFonts w:ascii="Papyrus" w:hAnsi="Papyrus"/>
                                <w:i/>
                                <w:color w:val="FFFFFF" w:themeColor="background1"/>
                                <w:sz w:val="22"/>
                                <w:szCs w:val="22"/>
                              </w:rPr>
                              <w:t>Rhema</w:t>
                            </w:r>
                            <w:proofErr w:type="spellEnd"/>
                            <w:r>
                              <w:rPr>
                                <w:rFonts w:ascii="Papyrus" w:hAnsi="Papyrus"/>
                                <w:i/>
                                <w:color w:val="FFFFFF" w:themeColor="background1"/>
                                <w:sz w:val="22"/>
                                <w:szCs w:val="22"/>
                              </w:rPr>
                              <w:t xml:space="preserve"> </w:t>
                            </w:r>
                            <w:proofErr w:type="spellStart"/>
                            <w:r>
                              <w:rPr>
                                <w:rFonts w:ascii="Papyrus" w:hAnsi="Papyrus"/>
                                <w:i/>
                                <w:color w:val="FFFFFF" w:themeColor="background1"/>
                                <w:sz w:val="22"/>
                                <w:szCs w:val="22"/>
                              </w:rPr>
                              <w:t>Vee</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margin-left:480.3pt;margin-top:357.15pt;width:171.75pt;height:93.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Nq3WgIAAPwEAAAOAAAAZHJzL2Uyb0RvYy54bWysVG1v2yAQ/j5p/wHxfbWdpW1mxam6dJ0m&#10;dS9aux9AMMSomGNAYme/fgeOvbST+mHaFwTcPc/dc3ewvOpbTfbCeQWmosVZTokwHGplthX98XD7&#10;ZkGJD8zUTIMRFT0IT69Wr18tO1uKGTSga+EIkhhfdraiTQi2zDLPG9EyfwZWGDRKcC0LeHTbrHas&#10;Q/ZWZ7M8v8g6cLV1wIX3eHszGOkq8UspePgqpReB6IpibiGtLq2buGarJSu3jtlG8WMa7B+yaJky&#10;GHSiumGBkZ1Tf1G1ijvwIMMZhzYDKRUXSQOqKfJnau4bZkXSgsXxdiqT/3+0/Mv+myOqrujsLSWG&#10;tdijB9EH8h56MruM9emsL9Ht3qJj6PEe+5y0ensH/NETA+uGma24dg66RrAa8ysiMjuBDjw+kmy6&#10;z1BjHLYLkIh66dpYPCwHQXbs02HqTcyF4+WsWBT5HHPkaCuKxUWez1MMVo5w63z4KKAlcVNRh81P&#10;9Gx/50NMh5WjS4zmQav6VmmdDnHgxFo7smc4KqEfBDzz0ib6RokfTJ1GJzClhz2yR3PSHGUeBYeD&#10;FhGkzXchsdBRylC9pxHrxzFi8owQiblNoGPJn4J0GEFH3wgTaewnYP5ytMk7RQQTJmCrDLiXwXLw&#10;H1UPWmPTQ7/p01SdjxO0gfqAvXcwPEH8MnDTgPtFSYfPr6L+5445QYn+ZHB+3hXzeXyv6TA/v5zh&#10;wZ1aNqcWZjhSYdsoGbbrMLzxnXVq22CkoXwGrnHmpErTEPMcsjrmj08sDcnxO4hv+PScvP58Wqvf&#10;AAAA//8DAFBLAwQUAAYACAAAACEA+VCJa+AAAAAMAQAADwAAAGRycy9kb3ducmV2LnhtbEyPwU7D&#10;MBBE70j8g7VIXBC1TUqAEKcCJM6IFgG5ufGSuMTrKHbT8Pe4Jziu5mnmbbmaXc8mHIP1pEAuBDCk&#10;xhtLrYK3zfPlLbAQNRnde0IFPxhgVZ2elLow/kCvOK1jy1IJhUIr6GIcCs5D06HTYeEHpJR9+dHp&#10;mM6x5WbUh1Tuen4lRM6dtpQWOj3gU4fN93rvFFzsdptHmlx/Xdf+pf7MM/tuP5Q6P5sf7oFFnOMf&#10;DEf9pA5Vctr6PZnAegV3ucgTquBGLjNgRyITSwlsmzIhJfCq5P+fqH4BAAD//wMAUEsBAi0AFAAG&#10;AAgAAAAhALaDOJL+AAAA4QEAABMAAAAAAAAAAAAAAAAAAAAAAFtDb250ZW50X1R5cGVzXS54bWxQ&#10;SwECLQAUAAYACAAAACEAOP0h/9YAAACUAQAACwAAAAAAAAAAAAAAAAAvAQAAX3JlbHMvLnJlbHNQ&#10;SwECLQAUAAYACAAAACEAZozat1oCAAD8BAAADgAAAAAAAAAAAAAAAAAuAgAAZHJzL2Uyb0RvYy54&#10;bWxQSwECLQAUAAYACAAAACEA+VCJa+AAAAAMAQAADwAAAAAAAAAAAAAAAAC0BAAAZHJzL2Rvd25y&#10;ZXYueG1sUEsFBgAAAAAEAAQA8wAAAMEFAAAAAA==&#10;" fillcolor="black [3213]" strokecolor="black [3200]" strokeweight="2pt">
                <v:textbox>
                  <w:txbxContent>
                    <w:p w:rsidR="00647688" w:rsidRPr="00484A42" w:rsidRDefault="00647688">
                      <w:pPr>
                        <w:rPr>
                          <w:rFonts w:ascii="Papyrus" w:hAnsi="Papyrus"/>
                          <w:i/>
                          <w:color w:val="FFFFFF" w:themeColor="background1"/>
                          <w:sz w:val="22"/>
                          <w:szCs w:val="22"/>
                        </w:rPr>
                      </w:pPr>
                      <w:r w:rsidRPr="00484A42">
                        <w:rPr>
                          <w:rFonts w:ascii="Papyrus" w:hAnsi="Papyrus"/>
                          <w:i/>
                          <w:color w:val="FFFFFF" w:themeColor="background1"/>
                          <w:sz w:val="22"/>
                          <w:szCs w:val="22"/>
                        </w:rPr>
                        <w:t xml:space="preserve">Why most teens commit suicide and </w:t>
                      </w:r>
                      <w:r w:rsidR="00BB1A86">
                        <w:rPr>
                          <w:rFonts w:ascii="Papyrus" w:hAnsi="Papyrus"/>
                          <w:i/>
                          <w:color w:val="FFFFFF" w:themeColor="background1"/>
                          <w:sz w:val="22"/>
                          <w:szCs w:val="22"/>
                        </w:rPr>
                        <w:t>what</w:t>
                      </w:r>
                      <w:bookmarkStart w:id="1" w:name="_GoBack"/>
                      <w:bookmarkEnd w:id="1"/>
                      <w:r w:rsidR="00BB1A86">
                        <w:rPr>
                          <w:rFonts w:ascii="Papyrus" w:hAnsi="Papyrus"/>
                          <w:i/>
                          <w:color w:val="FFFFFF" w:themeColor="background1"/>
                          <w:sz w:val="22"/>
                          <w:szCs w:val="22"/>
                        </w:rPr>
                        <w:t xml:space="preserve"> teens are </w:t>
                      </w:r>
                      <w:r w:rsidRPr="00484A42">
                        <w:rPr>
                          <w:rFonts w:ascii="Papyrus" w:hAnsi="Papyrus"/>
                          <w:i/>
                          <w:color w:val="FFFFFF" w:themeColor="background1"/>
                          <w:sz w:val="22"/>
                          <w:szCs w:val="22"/>
                        </w:rPr>
                        <w:t xml:space="preserve">   </w:t>
                      </w:r>
                      <w:r w:rsidRPr="00484A42">
                        <w:rPr>
                          <w:rFonts w:ascii="Papyrus" w:hAnsi="Papyrus"/>
                          <w:i/>
                          <w:color w:val="FFFFFF" w:themeColor="background1"/>
                          <w:sz w:val="22"/>
                          <w:szCs w:val="22"/>
                        </w:rPr>
                        <w:br/>
                        <w:t xml:space="preserve"> </w:t>
                      </w:r>
                    </w:p>
                    <w:p w:rsidR="00647688" w:rsidRPr="00484A42" w:rsidRDefault="00647688">
                      <w:pPr>
                        <w:rPr>
                          <w:rFonts w:ascii="Papyrus" w:hAnsi="Papyrus"/>
                          <w:i/>
                          <w:color w:val="FFFFFF" w:themeColor="background1"/>
                          <w:sz w:val="22"/>
                          <w:szCs w:val="22"/>
                        </w:rPr>
                      </w:pPr>
                      <w:r>
                        <w:rPr>
                          <w:rFonts w:ascii="Papyrus" w:hAnsi="Papyrus"/>
                          <w:i/>
                          <w:color w:val="FFFFFF" w:themeColor="background1"/>
                          <w:sz w:val="22"/>
                          <w:szCs w:val="22"/>
                        </w:rPr>
                        <w:t xml:space="preserve">By </w:t>
                      </w:r>
                      <w:proofErr w:type="spellStart"/>
                      <w:r>
                        <w:rPr>
                          <w:rFonts w:ascii="Papyrus" w:hAnsi="Papyrus"/>
                          <w:i/>
                          <w:color w:val="FFFFFF" w:themeColor="background1"/>
                          <w:sz w:val="22"/>
                          <w:szCs w:val="22"/>
                        </w:rPr>
                        <w:t>Rhema</w:t>
                      </w:r>
                      <w:proofErr w:type="spellEnd"/>
                      <w:r>
                        <w:rPr>
                          <w:rFonts w:ascii="Papyrus" w:hAnsi="Papyrus"/>
                          <w:i/>
                          <w:color w:val="FFFFFF" w:themeColor="background1"/>
                          <w:sz w:val="22"/>
                          <w:szCs w:val="22"/>
                        </w:rPr>
                        <w:t xml:space="preserve"> </w:t>
                      </w:r>
                      <w:proofErr w:type="spellStart"/>
                      <w:r>
                        <w:rPr>
                          <w:rFonts w:ascii="Papyrus" w:hAnsi="Papyrus"/>
                          <w:i/>
                          <w:color w:val="FFFFFF" w:themeColor="background1"/>
                          <w:sz w:val="22"/>
                          <w:szCs w:val="22"/>
                        </w:rPr>
                        <w:t>Vee</w:t>
                      </w:r>
                      <w:proofErr w:type="spellEnd"/>
                    </w:p>
                  </w:txbxContent>
                </v:textbox>
              </v:shape>
            </w:pict>
          </mc:Fallback>
        </mc:AlternateContent>
      </w:r>
      <w:r w:rsidR="005B40BF">
        <w:rPr>
          <w:noProof/>
          <w:lang w:val="en-NZ" w:eastAsia="en-NZ"/>
        </w:rPr>
        <mc:AlternateContent>
          <mc:Choice Requires="wps">
            <w:drawing>
              <wp:anchor distT="0" distB="0" distL="114300" distR="114300" simplePos="0" relativeHeight="251676160" behindDoc="0" locked="0" layoutInCell="1" allowOverlap="1" wp14:anchorId="39F9F128" wp14:editId="44A55C61">
                <wp:simplePos x="0" y="0"/>
                <wp:positionH relativeFrom="column">
                  <wp:posOffset>5918702</wp:posOffset>
                </wp:positionH>
                <wp:positionV relativeFrom="paragraph">
                  <wp:posOffset>2706986</wp:posOffset>
                </wp:positionV>
                <wp:extent cx="2589291" cy="1656715"/>
                <wp:effectExtent l="0" t="0" r="20955" b="19685"/>
                <wp:wrapNone/>
                <wp:docPr id="6" name="Text Box 6"/>
                <wp:cNvGraphicFramePr/>
                <a:graphic xmlns:a="http://schemas.openxmlformats.org/drawingml/2006/main">
                  <a:graphicData uri="http://schemas.microsoft.com/office/word/2010/wordprocessingShape">
                    <wps:wsp>
                      <wps:cNvSpPr txBox="1"/>
                      <wps:spPr>
                        <a:xfrm>
                          <a:off x="0" y="0"/>
                          <a:ext cx="2589291" cy="1656715"/>
                        </a:xfrm>
                        <a:prstGeom prst="rect">
                          <a:avLst/>
                        </a:prstGeom>
                        <a:ln/>
                      </wps:spPr>
                      <wps:style>
                        <a:lnRef idx="2">
                          <a:schemeClr val="dk1"/>
                        </a:lnRef>
                        <a:fillRef idx="1">
                          <a:schemeClr val="lt1"/>
                        </a:fillRef>
                        <a:effectRef idx="0">
                          <a:schemeClr val="dk1"/>
                        </a:effectRef>
                        <a:fontRef idx="minor">
                          <a:schemeClr val="dk1"/>
                        </a:fontRef>
                      </wps:style>
                      <wps:txbx>
                        <w:txbxContent>
                          <w:p w:rsidR="00647688" w:rsidRPr="005B40BF" w:rsidRDefault="00647688" w:rsidP="005B40BF">
                            <w:pPr>
                              <w:jc w:val="center"/>
                              <w:rPr>
                                <w:rFonts w:ascii="Papyrus" w:hAnsi="Papyrus"/>
                                <w:b/>
                                <w:caps/>
                                <w:noProof/>
                                <w:sz w:val="64"/>
                                <w:szCs w:val="6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props3d w14:extrusionH="0" w14:contourW="6350" w14:prstMaterial="metal">
                                  <w14:bevelT w14:w="127000" w14:h="31750" w14:prst="relaxedInset"/>
                                  <w14:contourClr>
                                    <w14:schemeClr w14:val="accent1">
                                      <w14:shade w14:val="75000"/>
                                    </w14:schemeClr>
                                  </w14:contourClr>
                                </w14:props3d>
                              </w:rPr>
                            </w:pPr>
                            <w:r w:rsidRPr="005B40BF">
                              <w:rPr>
                                <w:rFonts w:ascii="Papyrus" w:hAnsi="Papyrus"/>
                                <w:b/>
                                <w:caps/>
                                <w:noProof/>
                                <w:sz w:val="64"/>
                                <w:szCs w:val="6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props3d w14:extrusionH="0" w14:contourW="6350" w14:prstMaterial="metal">
                                  <w14:bevelT w14:w="127000" w14:h="31750" w14:prst="relaxedInset"/>
                                  <w14:contourClr>
                                    <w14:schemeClr w14:val="accent1">
                                      <w14:shade w14:val="75000"/>
                                    </w14:schemeClr>
                                  </w14:contourClr>
                                </w14:props3d>
                              </w:rPr>
                              <w:t>TEEN</w:t>
                            </w:r>
                            <w:r w:rsidRPr="005B40BF">
                              <w:rPr>
                                <w:rFonts w:ascii="Papyrus" w:hAnsi="Papyrus"/>
                                <w:b/>
                                <w:caps/>
                                <w:noProof/>
                                <w:sz w:val="64"/>
                                <w:szCs w:val="6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props3d w14:extrusionH="0" w14:contourW="6350" w14:prstMaterial="metal">
                                  <w14:bevelT w14:w="127000" w14:h="31750" w14:prst="relaxedInset"/>
                                  <w14:contourClr>
                                    <w14:schemeClr w14:val="accent1">
                                      <w14:shade w14:val="75000"/>
                                    </w14:schemeClr>
                                  </w14:contourClr>
                                </w14:props3d>
                              </w:rPr>
                              <w:br/>
                              <w:t>SUICIDE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rot lat="0" lon="0" rev="0"/>
                          </a:camera>
                          <a:lightRig rig="contrasting" dir="t">
                            <a:rot lat="0" lon="0" rev="4500000"/>
                          </a:lightRig>
                        </a:scene3d>
                        <a:sp3d contourW="6350" prstMaterial="metal">
                          <a:bevelT w="127000" h="31750" prst="relaxedInset"/>
                          <a:contourClr>
                            <a:schemeClr val="accent1">
                              <a:shade val="75000"/>
                            </a:schemeClr>
                          </a:contourClr>
                        </a:sp3d>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466.05pt;margin-top:213.15pt;width:203.9pt;height:130.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PvfGgMAAK8GAAAOAAAAZHJzL2Uyb0RvYy54bWysVUtv2zAMvg/YfxB0XxPn2QZ1iqxDhwFd&#10;W7QZelZkORYmSx6lJM5+/Uj50aDrdhiWgyyJ5MfXR+Xyqi4N2yvw2tmUJ2dDzpSVLtN2m/Jv65sP&#10;55z5IGwmjLMq5Ufl+dXy/bvLQ7VQI1c4kylgCGL94lClvAihWgwGXhaqFP7MVcqiMHdQioBH2A4y&#10;EAdEL81gNBzOBgcHWQVOKu/x9lMj5MuIn+dKhvs89yowk3KMLcQV4rqhdbC8FIstiKrQsg1D/EMU&#10;pdAWnfZQn0QQbAf6N6hSS3De5eFMunLg8lxLFXPAbJLhq2yeClGpmAsWx1d9mfz/g5V3+wdgOkv5&#10;jDMrSmzRWtWBfXQ1m1F1DpVfoNJThWqhxmvscnfv8ZKSrnMo6YvpMJRjnY99bQlM4uVoen4xukg4&#10;kyhLZtPZPJkSzuDFvAIfPitXMtqkHLB5saZif+tDo9qpkDdj6Y7ia+KIu3A0qhE+qhzzIs8RJDJK&#10;XRtge4FcyL7HLNC7sahJJrk2pjdK3jIyoTNqdclMRZb1hsO3DF+89drRo7OhNyy1dfB347zR77Ju&#10;cqW0Q72p2ya2Ldu47IgdA9cw3lfyRmNVb4UPDwKQ4tgkHNtwj0tu3CHlrt1xVjj4+dY96SPzUMrZ&#10;AUcm5f7HToDizHyxyMmLZDKhGYuHyXQ+wgOcSjanErsrrx12AimB0cUt6QfTbXNw5TNO94q8okhY&#10;ib5THrrtdWgGGV8HqVarqIRTVYlwa58qSdBUZeLMun4WULXECsjJO9cNl1i84lejS5bWrXbB5ZrI&#10;JxZeKqvGGW0lDgqIFs5BKFz7hNwAtih6xcozI5rI8emLwYHa07ehcoNBaEZvi/Cotww0PpoSEQDb&#10;hK8ZZ5mOCZPWHwEn0yH9WtgOLE7WSci+GmeMsN0OnnHax1MsKZXmqwgKNM1EqYIwMfiN2iuzZsiK&#10;ZDQnbFakfJzMOxsaTiNqlWFDVSDPWJMGGyeMTq/GTUgsHk5PFBUiU80UImAfeG8RIz9FwyGl6Fva&#10;N8xuD/gqRvW2/PTsnp6j1sv/zPIXAAAA//8DAFBLAwQUAAYACAAAACEACrEx1eMAAAAMAQAADwAA&#10;AGRycy9kb3ducmV2LnhtbEyPUUvDMBSF3wX/Q7iCL+LStaOutekYgz0IE3GK+HjbxKaY3JQm2+p+&#10;vdmTPl7OxznfrVaTNeyoRt87EjCfJcAUtU721Al4f9veL4H5gCTROFICfpSHVX19VWEp3Yle1XEf&#10;OhZLyJcoQIcwlJz7ViuLfuYGRTH7cqPFEM+x43LEUyy3hqdJknOLPcUFjYPaaNV+7w9WAL7opvfn&#10;Z3PefNJ6+7TY4cfdTojbm2n9CCyoKfzBcNGP6lBHp8YdSHpmBBRZOo+ogEWaZ8AuRJYVBbBGQL58&#10;SIHXFf//RP0LAAD//wMAUEsBAi0AFAAGAAgAAAAhALaDOJL+AAAA4QEAABMAAAAAAAAAAAAAAAAA&#10;AAAAAFtDb250ZW50X1R5cGVzXS54bWxQSwECLQAUAAYACAAAACEAOP0h/9YAAACUAQAACwAAAAAA&#10;AAAAAAAAAAAvAQAAX3JlbHMvLnJlbHNQSwECLQAUAAYACAAAACEABKD73xoDAACvBgAADgAAAAAA&#10;AAAAAAAAAAAuAgAAZHJzL2Uyb0RvYy54bWxQSwECLQAUAAYACAAAACEACrEx1eMAAAAMAQAADwAA&#10;AAAAAAAAAAAAAAB0BQAAZHJzL2Rvd25yZXYueG1sUEsFBgAAAAAEAAQA8wAAAIQGAAAAAA==&#10;" fillcolor="white [3201]" strokecolor="black [3200]" strokeweight="2pt">
                <v:textbox>
                  <w:txbxContent>
                    <w:p w:rsidR="00647688" w:rsidRPr="005B40BF" w:rsidRDefault="00647688" w:rsidP="005B40BF">
                      <w:pPr>
                        <w:jc w:val="center"/>
                        <w:rPr>
                          <w:rFonts w:ascii="Papyrus" w:hAnsi="Papyrus"/>
                          <w:b/>
                          <w:caps/>
                          <w:noProof/>
                          <w:sz w:val="64"/>
                          <w:szCs w:val="6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props3d w14:extrusionH="0" w14:contourW="6350" w14:prstMaterial="metal">
                            <w14:bevelT w14:w="127000" w14:h="31750" w14:prst="relaxedInset"/>
                            <w14:contourClr>
                              <w14:schemeClr w14:val="accent1">
                                <w14:shade w14:val="75000"/>
                              </w14:schemeClr>
                            </w14:contourClr>
                          </w14:props3d>
                        </w:rPr>
                      </w:pPr>
                      <w:r w:rsidRPr="005B40BF">
                        <w:rPr>
                          <w:rFonts w:ascii="Papyrus" w:hAnsi="Papyrus"/>
                          <w:b/>
                          <w:caps/>
                          <w:noProof/>
                          <w:sz w:val="64"/>
                          <w:szCs w:val="6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props3d w14:extrusionH="0" w14:contourW="6350" w14:prstMaterial="metal">
                            <w14:bevelT w14:w="127000" w14:h="31750" w14:prst="relaxedInset"/>
                            <w14:contourClr>
                              <w14:schemeClr w14:val="accent1">
                                <w14:shade w14:val="75000"/>
                              </w14:schemeClr>
                            </w14:contourClr>
                          </w14:props3d>
                        </w:rPr>
                        <w:t>TEEN</w:t>
                      </w:r>
                      <w:r w:rsidRPr="005B40BF">
                        <w:rPr>
                          <w:rFonts w:ascii="Papyrus" w:hAnsi="Papyrus"/>
                          <w:b/>
                          <w:caps/>
                          <w:noProof/>
                          <w:sz w:val="64"/>
                          <w:szCs w:val="64"/>
                          <w14:reflection w14:blurRad="12700" w14:stA="50000" w14:stPos="0" w14:endA="0" w14:endPos="50000" w14:dist="5003" w14:dir="5400000" w14:fadeDir="5400000" w14:sx="100000" w14:sy="-100000" w14:kx="0" w14:ky="0" w14:algn="b"/>
                          <w14:textOutline w14:w="0" w14:cap="flat" w14:cmpd="sng" w14:algn="ctr">
                            <w14:noFill/>
                            <w14:prstDash w14:val="solid"/>
                            <w14:round/>
                          </w14:textOutline>
                          <w14:props3d w14:extrusionH="0" w14:contourW="6350" w14:prstMaterial="metal">
                            <w14:bevelT w14:w="127000" w14:h="31750" w14:prst="relaxedInset"/>
                            <w14:contourClr>
                              <w14:schemeClr w14:val="accent1">
                                <w14:shade w14:val="75000"/>
                              </w14:schemeClr>
                            </w14:contourClr>
                          </w14:props3d>
                        </w:rPr>
                        <w:br/>
                        <w:t>SUICIDE</w:t>
                      </w:r>
                    </w:p>
                  </w:txbxContent>
                </v:textbox>
              </v:shape>
            </w:pict>
          </mc:Fallback>
        </mc:AlternateContent>
      </w:r>
      <w:r w:rsidR="007E0FF5">
        <w:rPr>
          <w:noProof/>
          <w:szCs w:val="20"/>
          <w:lang w:val="en-NZ" w:eastAsia="en-NZ"/>
        </w:rPr>
        <w:drawing>
          <wp:anchor distT="0" distB="0" distL="114300" distR="114300" simplePos="0" relativeHeight="251647488" behindDoc="1" locked="0" layoutInCell="1" allowOverlap="1" wp14:anchorId="709025AC" wp14:editId="650232D0">
            <wp:simplePos x="0" y="0"/>
            <wp:positionH relativeFrom="column">
              <wp:posOffset>-1081405</wp:posOffset>
            </wp:positionH>
            <wp:positionV relativeFrom="paragraph">
              <wp:posOffset>-893445</wp:posOffset>
            </wp:positionV>
            <wp:extent cx="9944100" cy="7764780"/>
            <wp:effectExtent l="0" t="0" r="0" b="7620"/>
            <wp:wrapNone/>
            <wp:docPr id="20" name="Picture 2" descr="edgy_smudge_brochure_out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dgy_smudge_brochure_outsid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44100" cy="7764780"/>
                    </a:xfrm>
                    <a:prstGeom prst="rect">
                      <a:avLst/>
                    </a:prstGeom>
                    <a:noFill/>
                    <a:ln>
                      <a:noFill/>
                    </a:ln>
                  </pic:spPr>
                </pic:pic>
              </a:graphicData>
            </a:graphic>
            <wp14:sizeRelH relativeFrom="page">
              <wp14:pctWidth>0</wp14:pctWidth>
            </wp14:sizeRelH>
            <wp14:sizeRelV relativeFrom="page">
              <wp14:pctHeight>0</wp14:pctHeight>
            </wp14:sizeRelV>
          </wp:anchor>
        </w:drawing>
      </w:r>
      <w:r w:rsidR="00BB6499">
        <w:rPr>
          <w:noProof/>
          <w:szCs w:val="20"/>
          <w:lang w:val="en-NZ" w:eastAsia="en-NZ"/>
        </w:rPr>
        <mc:AlternateContent>
          <mc:Choice Requires="wps">
            <w:drawing>
              <wp:anchor distT="0" distB="0" distL="114300" distR="114300" simplePos="0" relativeHeight="251649536" behindDoc="0" locked="0" layoutInCell="1" allowOverlap="1" wp14:anchorId="642E3EB1" wp14:editId="5D27F007">
                <wp:simplePos x="0" y="0"/>
                <wp:positionH relativeFrom="column">
                  <wp:posOffset>-624205</wp:posOffset>
                </wp:positionH>
                <wp:positionV relativeFrom="paragraph">
                  <wp:posOffset>-457200</wp:posOffset>
                </wp:positionV>
                <wp:extent cx="2400300" cy="1028700"/>
                <wp:effectExtent l="0" t="0" r="0" b="0"/>
                <wp:wrapNone/>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688" w:rsidRPr="005B40BF" w:rsidRDefault="00647688" w:rsidP="00810D7C">
                            <w:pPr>
                              <w:pStyle w:val="CallOuts"/>
                              <w:rPr>
                                <w:rFonts w:ascii="Papyrus" w:hAnsi="Papyrus"/>
                                <w:sz w:val="56"/>
                                <w:szCs w:val="56"/>
                              </w:rPr>
                            </w:pPr>
                            <w:r w:rsidRPr="005B40BF">
                              <w:rPr>
                                <w:rFonts w:ascii="Papyrus" w:hAnsi="Papyrus"/>
                                <w:sz w:val="56"/>
                                <w:szCs w:val="56"/>
                              </w:rPr>
                              <w:t xml:space="preserve">Bibliography: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4" type="#_x0000_t202" style="position:absolute;margin-left:-49.15pt;margin-top:-36pt;width:189pt;height:81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DI6tw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bYyRoBz16YKNBt3JExJZn6HUKXvc9+JkRjsHVUdX9nSy/aiTkqqFiy26UkkPDaAXphfamf3Z1&#10;wtEWZDN8kBWEoTsjHdBYq87WDqqBAB3a9HhqjU2lhMOIBMFlAKYSbGEQxQvY2Bg0PV7vlTbvmOyQ&#10;XWRYQe8dPN3faTO5Hl1sNCEL3rZwTtNWPDsAzOkEgsNVa7NpuHb+SIJkHa9j4pFovvZIkOfeTbEi&#10;3rwIF7P8Ml+t8vCnjRuStOFVxYQNc5RWSP6sdQeRT6I4iUvLllcWzqak1XazahXaU5B24b5DQc7c&#10;/OdpuHoBlxeUQqjubZR4xTxeeKQgMy9ZBLEXhMltMg9IQvLiOaU7Lti/U0JDhpNZNJvU9Ftugfte&#10;c6Npxw0Mj5Z3GY5PTjS1GlyLyrXWUN5O67NS2PSfSgHtPjbaKdaKdJKrGTejexsLG92qeSOrR5Cw&#10;kiAwECMMPlg0Un3HaIAhkmH9bUcVw6h9L+AZJCEhduq4DZktItioc8vm3EJFCVAZNhhNy5WZJtWu&#10;V3zbQKTp4Ql5A0+n5k7UT1kdHhwMCsftMNTsJDrfO6+n0bv8BQAA//8DAFBLAwQUAAYACAAAACEA&#10;dtkpD94AAAAKAQAADwAAAGRycy9kb3ducmV2LnhtbEyPwU7DMAyG70i8Q2QkbltCgXUtTScE4gpi&#10;g0m7ZY3XVjRO1WRreft5J7jZ8qff31+sJteJEw6h9aThbq5AIFXetlRr+Nq8zZYgQjRkTecJNfxi&#10;gFV5fVWY3PqRPvG0jrXgEAq50dDE2OdShqpBZ8Lc90h8O/jBmcjrUEs7mJHDXScTpRbSmZb4Q2N6&#10;fGmw+lkfnYbv98Nu+6A+6lf32I9+UpJcJrW+vZmen0BEnOIfDBd9VoeSnfb+SDaITsMsW94zykOa&#10;cCkmkjRLQew1ZEqBLAv5v0J5BgAA//8DAFBLAQItABQABgAIAAAAIQC2gziS/gAAAOEBAAATAAAA&#10;AAAAAAAAAAAAAAAAAABbQ29udGVudF9UeXBlc10ueG1sUEsBAi0AFAAGAAgAAAAhADj9If/WAAAA&#10;lAEAAAsAAAAAAAAAAAAAAAAALwEAAF9yZWxzLy5yZWxzUEsBAi0AFAAGAAgAAAAhAGe0Mjq3AgAA&#10;wgUAAA4AAAAAAAAAAAAAAAAALgIAAGRycy9lMm9Eb2MueG1sUEsBAi0AFAAGAAgAAAAhAHbZKQ/e&#10;AAAACgEAAA8AAAAAAAAAAAAAAAAAEQUAAGRycy9kb3ducmV2LnhtbFBLBQYAAAAABAAEAPMAAAAc&#10;BgAAAAA=&#10;" filled="f" stroked="f">
                <v:textbox>
                  <w:txbxContent>
                    <w:p w:rsidR="00647688" w:rsidRPr="005B40BF" w:rsidRDefault="00647688" w:rsidP="00810D7C">
                      <w:pPr>
                        <w:pStyle w:val="CallOuts"/>
                        <w:rPr>
                          <w:rFonts w:ascii="Papyrus" w:hAnsi="Papyrus"/>
                          <w:sz w:val="56"/>
                          <w:szCs w:val="56"/>
                        </w:rPr>
                      </w:pPr>
                      <w:r w:rsidRPr="005B40BF">
                        <w:rPr>
                          <w:rFonts w:ascii="Papyrus" w:hAnsi="Papyrus"/>
                          <w:sz w:val="56"/>
                          <w:szCs w:val="56"/>
                        </w:rPr>
                        <w:t xml:space="preserve">Bibliography: </w:t>
                      </w:r>
                    </w:p>
                  </w:txbxContent>
                </v:textbox>
              </v:shape>
            </w:pict>
          </mc:Fallback>
        </mc:AlternateContent>
      </w:r>
      <w:r w:rsidR="008104C1">
        <w:br w:type="page"/>
      </w:r>
      <w:r w:rsidR="00FD159C">
        <w:rPr>
          <w:noProof/>
          <w:lang w:val="en-NZ" w:eastAsia="en-NZ"/>
        </w:rPr>
        <w:lastRenderedPageBreak/>
        <mc:AlternateContent>
          <mc:Choice Requires="wps">
            <w:drawing>
              <wp:anchor distT="0" distB="0" distL="114300" distR="114300" simplePos="0" relativeHeight="251678208" behindDoc="0" locked="0" layoutInCell="1" allowOverlap="1">
                <wp:simplePos x="0" y="0"/>
                <wp:positionH relativeFrom="column">
                  <wp:posOffset>5746687</wp:posOffset>
                </wp:positionH>
                <wp:positionV relativeFrom="paragraph">
                  <wp:posOffset>2009869</wp:posOffset>
                </wp:positionV>
                <wp:extent cx="2869949" cy="2897109"/>
                <wp:effectExtent l="0" t="0" r="26035" b="17780"/>
                <wp:wrapNone/>
                <wp:docPr id="166" name="Text Box 166"/>
                <wp:cNvGraphicFramePr/>
                <a:graphic xmlns:a="http://schemas.openxmlformats.org/drawingml/2006/main">
                  <a:graphicData uri="http://schemas.microsoft.com/office/word/2010/wordprocessingShape">
                    <wps:wsp>
                      <wps:cNvSpPr txBox="1"/>
                      <wps:spPr>
                        <a:xfrm>
                          <a:off x="0" y="0"/>
                          <a:ext cx="2869949" cy="289710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688" w:rsidRDefault="00647688">
                            <w:r>
                              <w:rPr>
                                <w:rFonts w:ascii="Arial" w:hAnsi="Arial" w:cs="Arial"/>
                                <w:noProof/>
                                <w:color w:val="1122CC"/>
                                <w:sz w:val="27"/>
                                <w:szCs w:val="27"/>
                                <w:lang w:val="en-NZ" w:eastAsia="en-NZ"/>
                              </w:rPr>
                              <w:drawing>
                                <wp:inline distT="0" distB="0" distL="0" distR="0" wp14:anchorId="3D2C845D" wp14:editId="1C6F1419">
                                  <wp:extent cx="2486308" cy="2335794"/>
                                  <wp:effectExtent l="228600" t="228600" r="238125" b="236220"/>
                                  <wp:docPr id="169" name="rg_hi" descr="http://t2.gstatic.com/images?q=tbn:ANd9GcT487HSLC-lknXwUf_QV7ue75o2IYpDmIWyG0mVHX9FeyblqSrW">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487HSLC-lknXwUf_QV7ue75o2IYpDmIWyG0mVHX9FeyblqSrW">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96233" cy="2345118"/>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6" o:spid="_x0000_s1035" type="#_x0000_t202" style="position:absolute;margin-left:452.5pt;margin-top:158.25pt;width:226pt;height:228.1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INnmQIAAL4FAAAOAAAAZHJzL2Uyb0RvYy54bWysVE1PGzEQvVfqf7B8L5ukISQRG5SCqCoh&#10;QIWKs+O1iYXtcW0nu+mvZ+zdDYFyoepld+x58/U8M6dnjdFkK3xQYEs6PBpQIiyHStnHkv66v/wy&#10;pSREZiumwYqS7kSgZ4vPn05rNxcjWIOuhCfoxIZ57Uq6jtHNiyLwtTAsHIETFpUSvGERj/6xqDyr&#10;0bvRxWgwmBQ1+Mp54CIEvL1olXSR/UspeLyRMohIdEkxt5i/Pn9X6VssTtn80TO3VrxLg/1DFoYp&#10;i0H3ri5YZGTj1V+ujOIeAsh4xMEUIKXiIteA1QwHb6q5WzMnci1ITnB7msL/c8uvt7eeqArfbjKh&#10;xDKDj3Qvmki+QUPSHTJUuzBH4J1DaGxQgej+PuBlKryR3qQ/lkRQj1zv9vwmdxwvR9PJbDaeUcJR&#10;N5rOToaDWfJTvJg7H+J3AYYkoaQeHzDzyrZXIbbQHpKiBdCqulRa50NqGnGuPdkyfG4dc5Lo/BVK&#10;W1KXdPL1eJAdv9Il13v7lWb8qUvvAIX+tE3hRG6vLq1EUUtFluJOi4TR9qeQSG9m5J0cGefC7vPM&#10;6ISSWNFHDDv8S1YfMW7rQIscGWzcGxtlwbcsvaa2euqplS0e3/Cg7iTGZtXkvpr2nbKCaocN5KEd&#10;wuD4pUK+r1iIt8zj1GHP4CaJN/iRGvCRoJMoWYP/8959wuMwoJaSGqe4pOH3hnlBif5hcUxmw/E4&#10;jX0+jI9PRnjwh5rVocZuzDlg5wxxZzmexYSPuhelB/OAC2eZoqKKWY6xSxp78Ty2uwUXFhfLZQbh&#10;oDsWr+yd48l1Yjn12X3zwLzr+jziiFxDP+9s/qbdW2yytLDcRJAqz0LiuWW14x+XRJ6mbqGlLXR4&#10;zqiXtbt4BgAA//8DAFBLAwQUAAYACAAAACEAGPSo/uAAAAAMAQAADwAAAGRycy9kb3ducmV2Lnht&#10;bEyPwU7DMBBE70j8g7VI3KjTVmnSNJsKUOHCiYI4u7FrW43XUeym4e9xT/Q4O6PZN/V2ch0b1RCs&#10;J4T5LAOmqPXSkkb4/np7KoGFKEiKzpNC+FUBts39XS0q6S/0qcZ91CyVUKgEgomxrzgPrVFOhJnv&#10;FSXv6AcnYpKD5nIQl1TuOr7IshV3wlL6YESvXo1qT/uzQ9i96LVuSzGYXSmtHaef44d+R3x8mJ43&#10;wKKa4n8YrvgJHZrEdPBnkoF1COssT1siwnK+yoFdE8u8SKcDQlEsCuBNzW9HNH8AAAD//wMAUEsB&#10;Ai0AFAAGAAgAAAAhALaDOJL+AAAA4QEAABMAAAAAAAAAAAAAAAAAAAAAAFtDb250ZW50X1R5cGVz&#10;XS54bWxQSwECLQAUAAYACAAAACEAOP0h/9YAAACUAQAACwAAAAAAAAAAAAAAAAAvAQAAX3JlbHMv&#10;LnJlbHNQSwECLQAUAAYACAAAACEAIkyDZ5kCAAC+BQAADgAAAAAAAAAAAAAAAAAuAgAAZHJzL2Uy&#10;b0RvYy54bWxQSwECLQAUAAYACAAAACEAGPSo/uAAAAAMAQAADwAAAAAAAAAAAAAAAADzBAAAZHJz&#10;L2Rvd25yZXYueG1sUEsFBgAAAAAEAAQA8wAAAAAGAAAAAA==&#10;" fillcolor="white [3201]" strokeweight=".5pt">
                <v:textbox>
                  <w:txbxContent>
                    <w:p w:rsidR="00647688" w:rsidRDefault="00647688">
                      <w:r>
                        <w:rPr>
                          <w:rFonts w:ascii="Arial" w:hAnsi="Arial" w:cs="Arial"/>
                          <w:noProof/>
                          <w:color w:val="1122CC"/>
                          <w:sz w:val="27"/>
                          <w:szCs w:val="27"/>
                          <w:lang w:val="en-NZ" w:eastAsia="en-NZ"/>
                        </w:rPr>
                        <w:drawing>
                          <wp:inline distT="0" distB="0" distL="0" distR="0" wp14:anchorId="3D2C845D" wp14:editId="1C6F1419">
                            <wp:extent cx="2486308" cy="2335794"/>
                            <wp:effectExtent l="228600" t="228600" r="238125" b="236220"/>
                            <wp:docPr id="169" name="rg_hi" descr="http://t2.gstatic.com/images?q=tbn:ANd9GcT487HSLC-lknXwUf_QV7ue75o2IYpDmIWyG0mVHX9FeyblqSrW">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487HSLC-lknXwUf_QV7ue75o2IYpDmIWyG0mVHX9FeyblqSrW">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96233" cy="2345118"/>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txbxContent>
                </v:textbox>
              </v:shape>
            </w:pict>
          </mc:Fallback>
        </mc:AlternateContent>
      </w:r>
      <w:r w:rsidR="00252835">
        <w:rPr>
          <w:noProof/>
          <w:lang w:val="en-NZ" w:eastAsia="en-NZ"/>
        </w:rPr>
        <mc:AlternateContent>
          <mc:Choice Requires="wps">
            <w:drawing>
              <wp:anchor distT="0" distB="0" distL="114300" distR="114300" simplePos="0" relativeHeight="251671040" behindDoc="0" locked="0" layoutInCell="1" allowOverlap="1" wp14:anchorId="11971F6D" wp14:editId="6D9D5643">
                <wp:simplePos x="0" y="0"/>
                <wp:positionH relativeFrom="column">
                  <wp:posOffset>-699770</wp:posOffset>
                </wp:positionH>
                <wp:positionV relativeFrom="paragraph">
                  <wp:posOffset>-486410</wp:posOffset>
                </wp:positionV>
                <wp:extent cx="2693670" cy="2172970"/>
                <wp:effectExtent l="0" t="0" r="11430" b="17780"/>
                <wp:wrapNone/>
                <wp:docPr id="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670" cy="2172970"/>
                        </a:xfrm>
                        <a:prstGeom prst="rect">
                          <a:avLst/>
                        </a:prstGeom>
                        <a:solidFill>
                          <a:srgbClr val="FFFFFF"/>
                        </a:solidFill>
                        <a:ln w="9525">
                          <a:solidFill>
                            <a:srgbClr val="000000"/>
                          </a:solidFill>
                          <a:miter lim="800000"/>
                          <a:headEnd/>
                          <a:tailEnd/>
                        </a:ln>
                      </wps:spPr>
                      <wps:txbx>
                        <w:txbxContent>
                          <w:p w:rsidR="00647688" w:rsidRDefault="00647688">
                            <w:r>
                              <w:rPr>
                                <w:noProof/>
                                <w:color w:val="1122CC"/>
                                <w:sz w:val="27"/>
                                <w:szCs w:val="27"/>
                                <w:lang w:val="en-NZ" w:eastAsia="en-NZ"/>
                              </w:rPr>
                              <w:drawing>
                                <wp:inline distT="0" distB="0" distL="0" distR="0" wp14:anchorId="4DA1B141" wp14:editId="4F19DA30">
                                  <wp:extent cx="2498725" cy="2018665"/>
                                  <wp:effectExtent l="0" t="0" r="0" b="635"/>
                                  <wp:docPr id="161" name="rg_hi" descr="Description: http://t2.gstatic.com/images?q=tbn:ANd9GcSHWuYF1fHj-xu9I_RRFE-NiNhFFUCYrYvHb54c1rt9eploCh5h">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Description: http://t2.gstatic.com/images?q=tbn:ANd9GcSHWuYF1fHj-xu9I_RRFE-NiNhFFUCYrYvHb54c1rt9eploCh5h">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98725" cy="20186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6" type="#_x0000_t202" style="position:absolute;margin-left:-55.1pt;margin-top:-38.3pt;width:212.1pt;height:171.1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lBPLAIAAFkEAAAOAAAAZHJzL2Uyb0RvYy54bWysVNtu2zAMfR+wfxD0vjhxc2mMOEWXLsOA&#10;7gK0+wBZlm1hsqhJSuzs60vJbprdXob5QRBF6og8h/Tmpm8VOQrrJOicziZTSoTmUEpd5/Tr4/7N&#10;NSXOM10yBVrk9CQcvdm+frXpTCZSaECVwhIE0S7rTE4b702WJI43omVuAkZodFZgW+bRtHVSWtYh&#10;equSdDpdJh3Y0ljgwjk8vRucdBvxq0pw/7mqnPBE5RRz83G1cS3Cmmw3LKstM43kYxrsH7JomdT4&#10;6BnqjnlGDlb+BtVKbsFB5Scc2gSqSnIRa8BqZtNfqnlomBGxFiTHmTNN7v/B8k/HL5bIMqdrSjRr&#10;UaJH0XvyFnpyFenpjMsw6sFgnO/xHGWOpTpzD/ybIxp2DdO1uLUWukawEtObBWKTi6tBEJe5AFJ0&#10;H6HEd9jBQwTqK9sG7pANgugo0+ksTciF42G6XF8tV+ji6Etnq3SNRniDZc/XjXX+vYCWhE1OLWof&#10;4dnx3vkh9DkkvOZAyXIvlYqGrYudsuTIsE/28RvRfwpTmnTI1CJdDAz8FWIavz9BtNJjwyvZ5vT6&#10;HMSywNs7XcZ29EyqYY/VKT0SGbgbWPR90Y+SYXzgtYDyhMxaGPob5xE3DdgflHTY2zl13w/MCkrU&#10;B43qrGfzeRiGaMwXqxQNe+kpLj1Mc4TKqadk2O78MEAHY2Xd4EtDP2i4RUUrGbl+yWpMH/s3qjXO&#10;WhiQSztGvfwRtk8AAAD//wMAUEsDBBQABgAIAAAAIQA6jN6M4gAAAAwBAAAPAAAAZHJzL2Rvd25y&#10;ZXYueG1sTI/LTsMwEEX3SPyDNUhsUOskLW4JcSqEBKI7KAi2bjxNIvwItpuGv2dYwW5Gc3Tn3Goz&#10;WcNGDLH3TkI+z4Cha7zuXSvh7fVhtgYWk3JaGe9QwjdG2NTnZ5UqtT+5Fxx3qWUU4mKpJHQpDSXn&#10;senQqjj3Azq6HXywKtEaWq6DOlG4NbzIMsGt6h196NSA9x02n7ujlbBePo0fcbt4fm/Ewdykq9X4&#10;+BWkvLyY7m6BJZzSHwy/+qQONTnt/dHpyIyEWZ5nBbE0rYQARsgiX1K9vYRCXAvgdcX/l6h/AAAA&#10;//8DAFBLAQItABQABgAIAAAAIQC2gziS/gAAAOEBAAATAAAAAAAAAAAAAAAAAAAAAABbQ29udGVu&#10;dF9UeXBlc10ueG1sUEsBAi0AFAAGAAgAAAAhADj9If/WAAAAlAEAAAsAAAAAAAAAAAAAAAAALwEA&#10;AF9yZWxzLy5yZWxzUEsBAi0AFAAGAAgAAAAhAE4+UE8sAgAAWQQAAA4AAAAAAAAAAAAAAAAALgIA&#10;AGRycy9lMm9Eb2MueG1sUEsBAi0AFAAGAAgAAAAhADqM3oziAAAADAEAAA8AAAAAAAAAAAAAAAAA&#10;hgQAAGRycy9kb3ducmV2LnhtbFBLBQYAAAAABAAEAPMAAACVBQAAAAA=&#10;">
                <v:textbox>
                  <w:txbxContent>
                    <w:p w:rsidR="00647688" w:rsidRDefault="00647688">
                      <w:r>
                        <w:rPr>
                          <w:noProof/>
                          <w:color w:val="1122CC"/>
                          <w:sz w:val="27"/>
                          <w:szCs w:val="27"/>
                          <w:lang w:val="en-NZ" w:eastAsia="en-NZ"/>
                        </w:rPr>
                        <w:drawing>
                          <wp:inline distT="0" distB="0" distL="0" distR="0" wp14:anchorId="4DA1B141" wp14:editId="4F19DA30">
                            <wp:extent cx="2498725" cy="2018665"/>
                            <wp:effectExtent l="0" t="0" r="0" b="635"/>
                            <wp:docPr id="161" name="rg_hi" descr="Description: http://t2.gstatic.com/images?q=tbn:ANd9GcSHWuYF1fHj-xu9I_RRFE-NiNhFFUCYrYvHb54c1rt9eploCh5h">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Description: http://t2.gstatic.com/images?q=tbn:ANd9GcSHWuYF1fHj-xu9I_RRFE-NiNhFFUCYrYvHb54c1rt9eploCh5h">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98725" cy="2018665"/>
                                    </a:xfrm>
                                    <a:prstGeom prst="rect">
                                      <a:avLst/>
                                    </a:prstGeom>
                                    <a:noFill/>
                                    <a:ln>
                                      <a:noFill/>
                                    </a:ln>
                                  </pic:spPr>
                                </pic:pic>
                              </a:graphicData>
                            </a:graphic>
                          </wp:inline>
                        </w:drawing>
                      </w:r>
                    </w:p>
                  </w:txbxContent>
                </v:textbox>
              </v:shape>
            </w:pict>
          </mc:Fallback>
        </mc:AlternateContent>
      </w:r>
      <w:r w:rsidR="00252835">
        <w:rPr>
          <w:noProof/>
          <w:lang w:val="en-NZ" w:eastAsia="en-NZ"/>
        </w:rPr>
        <mc:AlternateContent>
          <mc:Choice Requires="wps">
            <w:drawing>
              <wp:anchor distT="0" distB="0" distL="114300" distR="114300" simplePos="0" relativeHeight="251677184" behindDoc="0" locked="0" layoutInCell="1" allowOverlap="1" wp14:anchorId="480334FC" wp14:editId="3E149013">
                <wp:simplePos x="0" y="0"/>
                <wp:positionH relativeFrom="column">
                  <wp:posOffset>6190308</wp:posOffset>
                </wp:positionH>
                <wp:positionV relativeFrom="paragraph">
                  <wp:posOffset>-316871</wp:posOffset>
                </wp:positionV>
                <wp:extent cx="2362954" cy="2254313"/>
                <wp:effectExtent l="0" t="0" r="18415" b="12700"/>
                <wp:wrapNone/>
                <wp:docPr id="24" name="Text Box 24"/>
                <wp:cNvGraphicFramePr/>
                <a:graphic xmlns:a="http://schemas.openxmlformats.org/drawingml/2006/main">
                  <a:graphicData uri="http://schemas.microsoft.com/office/word/2010/wordprocessingShape">
                    <wps:wsp>
                      <wps:cNvSpPr txBox="1"/>
                      <wps:spPr>
                        <a:xfrm>
                          <a:off x="0" y="0"/>
                          <a:ext cx="2362954" cy="22543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47688" w:rsidRDefault="00647688">
                            <w:r>
                              <w:rPr>
                                <w:rFonts w:ascii="Arial" w:hAnsi="Arial" w:cs="Arial"/>
                                <w:noProof/>
                                <w:color w:val="1122CC"/>
                                <w:sz w:val="27"/>
                                <w:szCs w:val="27"/>
                                <w:lang w:val="en-NZ" w:eastAsia="en-NZ"/>
                              </w:rPr>
                              <w:drawing>
                                <wp:inline distT="0" distB="0" distL="0" distR="0" wp14:anchorId="13EE6617" wp14:editId="3BCF3BD9">
                                  <wp:extent cx="1946495" cy="1956277"/>
                                  <wp:effectExtent l="95250" t="95250" r="92075" b="101600"/>
                                  <wp:docPr id="162" name="rg_hi" descr="http://t1.gstatic.com/images?q=tbn:ANd9GcQwe5X0tI4b2niONoNX33pvqdsYyd9z2ZkkMhq0-sdpb-yB8h3Oxw">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we5X0tI4b2niONoNX33pvqdsYyd9z2ZkkMhq0-sdpb-yB8h3Oxw">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46389" cy="195617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7" type="#_x0000_t202" style="position:absolute;margin-left:487.45pt;margin-top:-24.95pt;width:186.05pt;height:17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QTAmQIAAL0FAAAOAAAAZHJzL2Uyb0RvYy54bWysVEtPGzEQvlfqf7B8L5tsEloiNigFUVVC&#10;gBoqzo7XJha2x7Wd7Ka/vmPv5gHlQtXL7njm83jmm8f5RWs02QgfFNiKDk8GlAjLoVb2qaI/H64/&#10;faEkRGZrpsGKim5FoBezjx/OGzcVJaxA18ITdGLDtHEVXcXopkUR+EoYFk7ACYtGCd6wiEf/VNSe&#10;Nejd6KIcDE6LBnztPHARAmqvOiOdZf9SCh7vpAwiEl1RjC3mr8/fZfoWs3M2ffLMrRTvw2D/EIVh&#10;yuKje1dXLDKy9uovV0ZxDwFkPOFgCpBScZFzwGyGg1fZLFbMiZwLkhPcnqbw/9zy2829J6quaDmm&#10;xDKDNXoQbSRfoSWoQn4aF6YIWzgExhb1WOedPqAypd1Kb9IfEyJoR6a3e3aTN47KcnRank3wFY62&#10;spyMR8NR8lMcrjsf4jcBhiShoh7Ll1llm5sQO+gOkl4LoFV9rbTOh9Qy4lJ7smFYbB1zkOj8BUpb&#10;0lT0dDQZZMcvbMn1/v5SM/7ch3eEQn/apudEbq4+rERRR0WW4laLhNH2h5BIbmbkjRgZ58Lu48zo&#10;hJKY0Xsu9vhDVO+53OWBN/LLYOP+slEWfMfSS2rr5x21ssNjDY/yTmJsl23uqmEesaRaQr3FDvLQ&#10;zWBw/Foh4TcsxHvmceiwaXCRxDv8SA1YJeglSlbgf7+lT3icBbRS0uAQVzT8WjMvKNHfLU7J2XA8&#10;TlOfD+PJ5xIP/tiyPLbYtbkEbJ0hrizHs5jwUe9E6cE84r6Zp1fRxCzHtysad+Jl7FYL7isu5vMM&#10;wjl3LN7YhePJdaI5NdpD+8i86xs94ozcwm7c2fRVv3fYdNPCfB1BqjwMB1b7AuCOyOPU77O0hI7P&#10;GXXYurM/AAAA//8DAFBLAwQUAAYACAAAACEA4ab06uAAAAAMAQAADwAAAGRycy9kb3ducmV2Lnht&#10;bEyPwU7DMAyG70i8Q2Qkbls6VljbNZ0ADS47MdDOWZMlEY1TNVlX3h7vBDdb/vT7++vN5Ds26iG6&#10;gAIW8wyYxjYoh0bA1+fbrAAWk0Qlu4BawI+OsGlub2pZqXDBDz3uk2EUgrGSAmxKfcV5bK32Ms5D&#10;r5FupzB4mWgdDFeDvFC47/hDlj1xLx3SByt7/Wp1+70/ewHbF1OatpCD3RbKuXE6nHbmXYj7u+l5&#10;DSzpKf3BcNUndWjI6RjOqCLrBJSrvCRUwCwvabgSy3xF9Y4CltnjAnhT8/8lml8AAAD//wMAUEsB&#10;Ai0AFAAGAAgAAAAhALaDOJL+AAAA4QEAABMAAAAAAAAAAAAAAAAAAAAAAFtDb250ZW50X1R5cGVz&#10;XS54bWxQSwECLQAUAAYACAAAACEAOP0h/9YAAACUAQAACwAAAAAAAAAAAAAAAAAvAQAAX3JlbHMv&#10;LnJlbHNQSwECLQAUAAYACAAAACEAJZ0EwJkCAAC9BQAADgAAAAAAAAAAAAAAAAAuAgAAZHJzL2Uy&#10;b0RvYy54bWxQSwECLQAUAAYACAAAACEA4ab06uAAAAAMAQAADwAAAAAAAAAAAAAAAADzBAAAZHJz&#10;L2Rvd25yZXYueG1sUEsFBgAAAAAEAAQA8wAAAAAGAAAAAA==&#10;" fillcolor="white [3201]" strokeweight=".5pt">
                <v:textbox>
                  <w:txbxContent>
                    <w:p w:rsidR="00647688" w:rsidRDefault="00647688">
                      <w:r>
                        <w:rPr>
                          <w:rFonts w:ascii="Arial" w:hAnsi="Arial" w:cs="Arial"/>
                          <w:noProof/>
                          <w:color w:val="1122CC"/>
                          <w:sz w:val="27"/>
                          <w:szCs w:val="27"/>
                          <w:lang w:val="en-NZ" w:eastAsia="en-NZ"/>
                        </w:rPr>
                        <w:drawing>
                          <wp:inline distT="0" distB="0" distL="0" distR="0" wp14:anchorId="13EE6617" wp14:editId="3BCF3BD9">
                            <wp:extent cx="1946495" cy="1956277"/>
                            <wp:effectExtent l="95250" t="95250" r="92075" b="101600"/>
                            <wp:docPr id="162" name="rg_hi" descr="http://t1.gstatic.com/images?q=tbn:ANd9GcQwe5X0tI4b2niONoNX33pvqdsYyd9z2ZkkMhq0-sdpb-yB8h3Oxw">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Qwe5X0tI4b2niONoNX33pvqdsYyd9z2ZkkMhq0-sdpb-yB8h3Oxw">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46389" cy="1956170"/>
                                    </a:xfrm>
                                    <a:prstGeom prst="rect">
                                      <a:avLst/>
                                    </a:prstGeom>
                                    <a:ln w="88900" cap="sq" cmpd="thickThin">
                                      <a:solidFill>
                                        <a:srgbClr val="000000"/>
                                      </a:solidFill>
                                      <a:prstDash val="solid"/>
                                      <a:miter lim="800000"/>
                                    </a:ln>
                                    <a:effectLst>
                                      <a:innerShdw blurRad="76200">
                                        <a:srgbClr val="000000"/>
                                      </a:innerShdw>
                                    </a:effectLst>
                                  </pic:spPr>
                                </pic:pic>
                              </a:graphicData>
                            </a:graphic>
                          </wp:inline>
                        </w:drawing>
                      </w:r>
                    </w:p>
                  </w:txbxContent>
                </v:textbox>
              </v:shape>
            </w:pict>
          </mc:Fallback>
        </mc:AlternateContent>
      </w:r>
      <w:r w:rsidR="00484A42">
        <w:rPr>
          <w:noProof/>
          <w:szCs w:val="20"/>
          <w:lang w:val="en-NZ" w:eastAsia="en-NZ"/>
        </w:rPr>
        <mc:AlternateContent>
          <mc:Choice Requires="wps">
            <w:drawing>
              <wp:anchor distT="0" distB="0" distL="114300" distR="114300" simplePos="0" relativeHeight="251663872" behindDoc="0" locked="0" layoutInCell="1" allowOverlap="1" wp14:anchorId="35E7EB4A" wp14:editId="1D3A4D2D">
                <wp:simplePos x="0" y="0"/>
                <wp:positionH relativeFrom="column">
                  <wp:posOffset>5837222</wp:posOffset>
                </wp:positionH>
                <wp:positionV relativeFrom="paragraph">
                  <wp:posOffset>5088048</wp:posOffset>
                </wp:positionV>
                <wp:extent cx="2857500" cy="1249378"/>
                <wp:effectExtent l="0" t="0" r="0" b="8255"/>
                <wp:wrapNone/>
                <wp:docPr id="1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2493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688" w:rsidRPr="00252835" w:rsidRDefault="00647688" w:rsidP="008104C1">
                            <w:pPr>
                              <w:pStyle w:val="PULLQUOTE"/>
                              <w:rPr>
                                <w:rFonts w:ascii="Bradley Hand ITC" w:hAnsi="Bradley Hand ITC"/>
                                <w:i/>
                                <w:color w:val="FF0000"/>
                                <w:sz w:val="28"/>
                                <w:szCs w:val="28"/>
                              </w:rPr>
                            </w:pPr>
                            <w:r w:rsidRPr="00252835">
                              <w:rPr>
                                <w:rFonts w:ascii="Bradley Hand ITC" w:hAnsi="Bradley Hand ITC"/>
                                <w:i/>
                                <w:color w:val="FF0000"/>
                                <w:sz w:val="28"/>
                                <w:szCs w:val="28"/>
                              </w:rPr>
                              <w:t xml:space="preserve">“Every 16 minutes a life is lost to suicide.” </w:t>
                            </w:r>
                            <w:r w:rsidRPr="00252835">
                              <w:rPr>
                                <w:rFonts w:ascii="Bradley Hand ITC" w:hAnsi="Bradley Hand ITC"/>
                                <w:i/>
                                <w:color w:val="FF0000"/>
                                <w:sz w:val="28"/>
                                <w:szCs w:val="28"/>
                              </w:rPr>
                              <w:br/>
                              <w:t xml:space="preserve">“Every 17 minutes someone is left to try and make sense of 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459.6pt;margin-top:400.65pt;width:225pt;height:98.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IqSugIAAMQ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hdiJGgPPXpke4Pu5B6Fia3POOgM3B4GcDR7OAdfl6se7mX1TSMhly0VG3arlBxbRmvgF9qb/sXV&#10;CUdbkPX4UdYQh26NdED7RvW2eFAOBOjQp6dTbyyXCg6jJJ7HAZgqsIURSd/NHTufZsfrg9LmPZM9&#10;soscK2i+g6e7e20sHZodXWw0IUvedU4AnXh2AI7TCQSHq9Zmabh+/kyDdJWsEuKRaLbySFAU3m25&#10;JN6sDOdx8a5YLovwl40bkqzldc2EDXPUVkj+rHcHlU+qOKlLy47XFs5S0mqzXnYK7Shou3SfKzpY&#10;zm7+cxquCJDLi5SgnsFdlHrlLJl7pCSxl86DxAvC9C6dBSQlRfk8pXsu2L+nhMYcp3EUT2o6k36R&#10;W+C+17nRrOcGpkfH+xwnJyeaWQ2uRO1aayjvpvVFKSz9cymg3cdGO8VakU5yNfv1/vg4AM3KeS3r&#10;J9CwkqAwUCOMPli0Uv3AaIQxkmP9fUsVw6j7IOAdpCEhdu64DYnnEWzUpWV9aaGiAqgcG4ym5dJM&#10;s2o7KL5pIdL08oS8hbfTcKfqM6vDi4NR4ZI7jDU7iy73zus8fBe/AQAA//8DAFBLAwQUAAYACAAA&#10;ACEA0q8uGN8AAAAMAQAADwAAAGRycy9kb3ducmV2LnhtbEyPTU/DMAyG70j8h8hI3FjSDaa2azoh&#10;EFcQ40PaLWu8tqJxqiZby7/HPbGj/T56/bjYTq4TZxxC60lDslAgkCpvW6o1fH683KUgQjRkTecJ&#10;NfxigG15fVWY3PqR3vG8i7XgEgq50dDE2OdShqpBZ8LC90icHf3gTORxqKUdzMjlrpNLpdbSmZb4&#10;QmN6fGqw+tmdnIav1+P++1691c/uoR/9pCS5TGp9ezM9bkBEnOI/DLM+q0PJTgd/IhtEpyFLsiWj&#10;GlKVrEDMxGo9rw6cZWkCsizk5RPlHwAAAP//AwBQSwECLQAUAAYACAAAACEAtoM4kv4AAADhAQAA&#10;EwAAAAAAAAAAAAAAAAAAAAAAW0NvbnRlbnRfVHlwZXNdLnhtbFBLAQItABQABgAIAAAAIQA4/SH/&#10;1gAAAJQBAAALAAAAAAAAAAAAAAAAAC8BAABfcmVscy8ucmVsc1BLAQItABQABgAIAAAAIQAElIqS&#10;ugIAAMQFAAAOAAAAAAAAAAAAAAAAAC4CAABkcnMvZTJvRG9jLnhtbFBLAQItABQABgAIAAAAIQDS&#10;ry4Y3wAAAAwBAAAPAAAAAAAAAAAAAAAAABQFAABkcnMvZG93bnJldi54bWxQSwUGAAAAAAQABADz&#10;AAAAIAYAAAAA&#10;" filled="f" stroked="f">
                <v:textbox>
                  <w:txbxContent>
                    <w:p w:rsidR="00647688" w:rsidRPr="00252835" w:rsidRDefault="00647688" w:rsidP="008104C1">
                      <w:pPr>
                        <w:pStyle w:val="PULLQUOTE"/>
                        <w:rPr>
                          <w:rFonts w:ascii="Bradley Hand ITC" w:hAnsi="Bradley Hand ITC"/>
                          <w:i/>
                          <w:color w:val="FF0000"/>
                          <w:sz w:val="28"/>
                          <w:szCs w:val="28"/>
                        </w:rPr>
                      </w:pPr>
                      <w:r w:rsidRPr="00252835">
                        <w:rPr>
                          <w:rFonts w:ascii="Bradley Hand ITC" w:hAnsi="Bradley Hand ITC"/>
                          <w:i/>
                          <w:color w:val="FF0000"/>
                          <w:sz w:val="28"/>
                          <w:szCs w:val="28"/>
                        </w:rPr>
                        <w:t xml:space="preserve">“Every 16 minutes a life is lost to suicide.” </w:t>
                      </w:r>
                      <w:r w:rsidRPr="00252835">
                        <w:rPr>
                          <w:rFonts w:ascii="Bradley Hand ITC" w:hAnsi="Bradley Hand ITC"/>
                          <w:i/>
                          <w:color w:val="FF0000"/>
                          <w:sz w:val="28"/>
                          <w:szCs w:val="28"/>
                        </w:rPr>
                        <w:br/>
                        <w:t xml:space="preserve">“Every 17 minutes someone is left to try and make sense of it.” </w:t>
                      </w:r>
                    </w:p>
                  </w:txbxContent>
                </v:textbox>
              </v:shape>
            </w:pict>
          </mc:Fallback>
        </mc:AlternateContent>
      </w:r>
      <w:r w:rsidR="00484A42">
        <w:rPr>
          <w:noProof/>
          <w:szCs w:val="20"/>
          <w:lang w:val="en-NZ" w:eastAsia="en-NZ"/>
        </w:rPr>
        <mc:AlternateContent>
          <mc:Choice Requires="wps">
            <w:drawing>
              <wp:anchor distT="0" distB="0" distL="114300" distR="114300" simplePos="0" relativeHeight="251662848" behindDoc="0" locked="0" layoutInCell="1" allowOverlap="1" wp14:anchorId="60AF8246" wp14:editId="4825A9D8">
                <wp:simplePos x="0" y="0"/>
                <wp:positionH relativeFrom="column">
                  <wp:posOffset>2695575</wp:posOffset>
                </wp:positionH>
                <wp:positionV relativeFrom="paragraph">
                  <wp:posOffset>4834255</wp:posOffset>
                </wp:positionV>
                <wp:extent cx="2480310" cy="1701800"/>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0310" cy="1701800"/>
                        </a:xfrm>
                        <a:prstGeom prst="rect">
                          <a:avLst/>
                        </a:prstGeom>
                        <a:solidFill>
                          <a:srgbClr val="969696"/>
                        </a:solidFill>
                        <a:ln>
                          <a:noFill/>
                        </a:ln>
                        <a:extLst>
                          <a:ext uri="{91240B29-F687-4F45-9708-019B960494DF}">
                            <a14:hiddenLine xmlns:a14="http://schemas.microsoft.com/office/drawing/2010/main" w="9525">
                              <a:solidFill>
                                <a:srgbClr val="C0C0C0"/>
                              </a:solidFill>
                              <a:miter lim="800000"/>
                              <a:headEnd/>
                              <a:tailEnd/>
                            </a14:hiddenLine>
                          </a:ext>
                        </a:extLst>
                      </wps:spPr>
                      <wps:txbx>
                        <w:txbxContent>
                          <w:p w:rsidR="00647688" w:rsidRPr="005D2B4E" w:rsidRDefault="00647688" w:rsidP="008104C1">
                            <w:pPr>
                              <w:pStyle w:val="PhotoHolder"/>
                            </w:pPr>
                            <w:r>
                              <w:rPr>
                                <w:noProof/>
                                <w:color w:val="1122CC"/>
                                <w:sz w:val="27"/>
                                <w:szCs w:val="27"/>
                                <w:lang w:val="en-NZ" w:eastAsia="en-NZ"/>
                              </w:rPr>
                              <w:drawing>
                                <wp:inline distT="0" distB="0" distL="0" distR="0" wp14:anchorId="6FCE98CC" wp14:editId="63C8BC99">
                                  <wp:extent cx="2064190" cy="1276206"/>
                                  <wp:effectExtent l="228600" t="228600" r="222250" b="229235"/>
                                  <wp:docPr id="163" name="rg_hi" descr="Description: http://t2.gstatic.com/images?q=tbn:ANd9GcQ-hkWJAqtwLjM7srfmARY_U5u7fxY-07OFQpROR0PV3S3uUUd4">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Description: http://t2.gstatic.com/images?q=tbn:ANd9GcQ-hkWJAqtwLjM7srfmARY_U5u7fxY-07OFQpROR0PV3S3uUUd4">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60878" cy="1274158"/>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r w:rsidRPr="005D2B4E">
                              <w:t>PLACE PHOTO HERE,</w:t>
                            </w:r>
                          </w:p>
                          <w:p w:rsidR="00647688" w:rsidRPr="005D2B4E" w:rsidRDefault="00647688" w:rsidP="008104C1">
                            <w:pPr>
                              <w:pStyle w:val="PhotoHolder"/>
                            </w:pPr>
                            <w:r w:rsidRPr="005D2B4E">
                              <w:t>OTHERWISE DELETE BOX</w:t>
                            </w:r>
                          </w:p>
                          <w:p w:rsidR="00647688" w:rsidRPr="005D2B4E" w:rsidRDefault="00647688" w:rsidP="008104C1">
                            <w:pPr>
                              <w:pStyle w:val="PhotoHol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9" type="#_x0000_t202" style="position:absolute;margin-left:212.25pt;margin-top:380.65pt;width:195.3pt;height:1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uzvgAIAAAoFAAAOAAAAZHJzL2Uyb0RvYy54bWysVG1v2yAQ/j5p/wHxPfXL3CS26lRtukyT&#10;uhep3Q8ggGM0DAxI7G7af9+B47TrNmmaFkvkgOPh7p7nuLgcOokO3DqhVY2zsxQjrqhmQu1q/Ol+&#10;M1ti5DxRjEiteI0fuMOXq5cvLnpT8Vy3WjJuEYAoV/Wmxq33pkoSR1veEXemDVew2WjbEQ9Tu0uY&#10;JT2gdzLJ03Se9NoyYzXlzsHqzbiJVxG/aTj1H5rGcY9kjSE2H0cbx20Yk9UFqXaWmFbQYxjkH6Lo&#10;iFBw6QnqhniC9lb8AtUJarXTjT+jukt00wjKYw6QTZY+y+auJYbHXKA4zpzK5P4fLH1/+GiRYMBd&#10;gZEiHXB0zwePrvWAskWoT29cBW53Bhz9AOvgG3N15lbTzw4pvW6J2vEra3XfcsIgviycTJ4cHXFc&#10;ANn27zSDe8je6wg0NLYLxYNyIEAHnh5O3IRYKCzmxTJ9lcEWhb1skWbLNLKXkGo6bqzzb7juUDBq&#10;bIH8CE8Ot86HcEg1uYTbnJaCbYSUcWJ327W06EBAKOU8fDGDZ25SBWelw7ERcVyBKOGOsBfijcR/&#10;K7O8SK/zcraZLxezYlOcz8pFupylWXldztOiLG4230OAWVG1gjGuboXikwiz4u9IPrbDKJ8oQ9RD&#10;Buf5+cjRH5Ncp+H7XZKd8NCTUnQ1hiLDLziRKjD7WrFoeyLkaCc/hx+rDDWY/mNVog4C9aMI/LAd&#10;RsnlATmIZKvZAyjDauANOIYHBYxW268Y9dCcNXZf9sRyjORbBeoKnTwZdjK2k0EUhaM19hiN5tqP&#10;Hb83VuxaQB71q/QVKLARURuPURx1Cw0Xkzg+DqGjn86j1+MTtvoBAAD//wMAUEsDBBQABgAIAAAA&#10;IQBE4IDq4wAAAAwBAAAPAAAAZHJzL2Rvd25yZXYueG1sTI9BT4NAEIXvJv6HzZh4swu00BZZGtF4&#10;sgel1cTbFkaWyM4Sdlvg37ue9Dh5X977JttNumMXHGxrSEC4CIAhVaZuqRFwPDzfbYBZJ6mWnSEU&#10;MKOFXX59lcm0NiO94aV0DfMlZFMpQDnXp5zbSqGWdmF6JJ99mUFL58+h4fUgR1+uOx4FQcK1bMkv&#10;KNnjo8LquzxrAcn88j7ZYv9ZfGyf4nU5qvm1KoS4vZke7oE5nNwfDL/6Xh1y73QyZ6ot6wSsolXs&#10;UQHrJFwC88QmjENgJ48G0XYJPM/4/yfyHwAAAP//AwBQSwECLQAUAAYACAAAACEAtoM4kv4AAADh&#10;AQAAEwAAAAAAAAAAAAAAAAAAAAAAW0NvbnRlbnRfVHlwZXNdLnhtbFBLAQItABQABgAIAAAAIQA4&#10;/SH/1gAAAJQBAAALAAAAAAAAAAAAAAAAAC8BAABfcmVscy8ucmVsc1BLAQItABQABgAIAAAAIQDb&#10;JuzvgAIAAAoFAAAOAAAAAAAAAAAAAAAAAC4CAABkcnMvZTJvRG9jLnhtbFBLAQItABQABgAIAAAA&#10;IQBE4IDq4wAAAAwBAAAPAAAAAAAAAAAAAAAAANoEAABkcnMvZG93bnJldi54bWxQSwUGAAAAAAQA&#10;BADzAAAA6gUAAAAA&#10;" fillcolor="#969696" stroked="f" strokecolor="silver">
                <v:textbox inset="0,0,0,0">
                  <w:txbxContent>
                    <w:p w:rsidR="00647688" w:rsidRPr="005D2B4E" w:rsidRDefault="00647688" w:rsidP="008104C1">
                      <w:pPr>
                        <w:pStyle w:val="PhotoHolder"/>
                      </w:pPr>
                      <w:r>
                        <w:rPr>
                          <w:noProof/>
                          <w:color w:val="1122CC"/>
                          <w:sz w:val="27"/>
                          <w:szCs w:val="27"/>
                          <w:lang w:val="en-NZ" w:eastAsia="en-NZ"/>
                        </w:rPr>
                        <w:drawing>
                          <wp:inline distT="0" distB="0" distL="0" distR="0" wp14:anchorId="6FCE98CC" wp14:editId="63C8BC99">
                            <wp:extent cx="2064190" cy="1276206"/>
                            <wp:effectExtent l="228600" t="228600" r="222250" b="229235"/>
                            <wp:docPr id="163" name="rg_hi" descr="Description: http://t2.gstatic.com/images?q=tbn:ANd9GcQ-hkWJAqtwLjM7srfmARY_U5u7fxY-07OFQpROR0PV3S3uUUd4">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Description: http://t2.gstatic.com/images?q=tbn:ANd9GcQ-hkWJAqtwLjM7srfmARY_U5u7fxY-07OFQpROR0PV3S3uUUd4">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060878" cy="1274158"/>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p>
                    <w:p w:rsidR="00647688" w:rsidRPr="005D2B4E" w:rsidRDefault="00647688" w:rsidP="008104C1">
                      <w:pPr>
                        <w:pStyle w:val="PhotoHolder"/>
                      </w:pPr>
                      <w:r w:rsidRPr="005D2B4E">
                        <w:t>PLACE PHOTO HERE,</w:t>
                      </w:r>
                    </w:p>
                    <w:p w:rsidR="00647688" w:rsidRPr="005D2B4E" w:rsidRDefault="00647688" w:rsidP="008104C1">
                      <w:pPr>
                        <w:pStyle w:val="PhotoHolder"/>
                      </w:pPr>
                      <w:r w:rsidRPr="005D2B4E">
                        <w:t>OTHERWISE DELETE BOX</w:t>
                      </w:r>
                    </w:p>
                    <w:p w:rsidR="00647688" w:rsidRPr="005D2B4E" w:rsidRDefault="00647688" w:rsidP="008104C1">
                      <w:pPr>
                        <w:pStyle w:val="PhotoHolder"/>
                      </w:pPr>
                    </w:p>
                  </w:txbxContent>
                </v:textbox>
              </v:shape>
            </w:pict>
          </mc:Fallback>
        </mc:AlternateContent>
      </w:r>
      <w:r w:rsidR="00BB6499">
        <w:rPr>
          <w:noProof/>
          <w:szCs w:val="20"/>
          <w:lang w:val="en-NZ" w:eastAsia="en-NZ"/>
        </w:rPr>
        <mc:AlternateContent>
          <mc:Choice Requires="wps">
            <w:drawing>
              <wp:anchor distT="0" distB="0" distL="114300" distR="114300" simplePos="0" relativeHeight="251661824" behindDoc="0" locked="0" layoutInCell="1" allowOverlap="1" wp14:anchorId="67F1AB51" wp14:editId="3D463930">
                <wp:simplePos x="0" y="0"/>
                <wp:positionH relativeFrom="column">
                  <wp:posOffset>2482215</wp:posOffset>
                </wp:positionH>
                <wp:positionV relativeFrom="paragraph">
                  <wp:posOffset>-673100</wp:posOffset>
                </wp:positionV>
                <wp:extent cx="3028950" cy="5634355"/>
                <wp:effectExtent l="0" t="3175" r="3810" b="1270"/>
                <wp:wrapSquare wrapText="bothSides"/>
                <wp:docPr id="1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563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4" seq="1"/>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8" type="#_x0000_t202" style="position:absolute;margin-left:195.45pt;margin-top:-53pt;width:238.5pt;height:443.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mGwwIAANEFAAAOAAAAZHJzL2Uyb0RvYy54bWysVNtu2zAMfR+wfxD07voSOYmNOkUbx8OA&#10;7gK0+wDFlmOhtuRKSpxu2L+PkpM0bTFg2OYHQxKpQx7yiJdX+65FO6Y0lyLD4UWAEROlrLjYZPjb&#10;feHNMdKGioq2UrAMPzGNrxbv310Ofcoi2ci2YgoBiNDp0Ge4MaZPfV+XDeuovpA9E2Cspeqoga3a&#10;+JWiA6B3rR8FwdQfpKp6JUumNZzmoxEvHH5ds9J8qWvNDGozDLkZ91fuv7Z/f3FJ042ifcPLQxr0&#10;L7LoKBcQ9ASVU0PRVvE3UB0vldSyNhel7HxZ17xkjgOwCYNXbO4a2jPHBYqj+1OZ9P+DLT/vvirE&#10;K+hdhJGgHfTonu0NupF7FE5tfYZep+B214Oj2cM5+Dquur+V5YNGQi4bKjbsWik5NIxWkF9ob/pn&#10;V0ccbUHWwydZQRy6NdIB7WvV2eJBORCgQ5+eTr2xuZRwOAmieRKDqQRbPJ2QSRy7GDQ9Xu+VNh+Y&#10;7JBdZFhB8x083d1qY9Oh6dHFRhOy4G3rBNCKFwfgOJ5AcLhqbTYN188fSZCs5qs58Ug0XXkkyHPv&#10;ulgSb1qEszif5MtlHv60cUOSNryqmLBhjtoKyZ/17qDyURUndWnZ8srC2ZS02qyXrUI7Ctou3Hco&#10;yJmb/zINVwTg8opSGJHgJkq8YjqfeaQgsZfMgrkXhMlNMg1IQvLiJaVbLti/U0JDhpM4ikc1/ZZb&#10;4L633GjacQPTo+VdhucnJ5paDa5E5VprKG/H9VkpbPrPpYB2HxvtFGtFOsq15eKBVff79d49kQRm&#10;GXs8iNtqey2rJxC0kiA3kCbMQVg0Un3HaICZkmH9uKWKYdR+FPAokpAQO4TchsSzCDbq3LI+t1BR&#10;AlSGDUbjcmnGwbXtFd80EGl8hkJew0OquZP4c1aH5wdzwzE9zDg7mM73zut5Ei9+AQAA//8DAFBL&#10;AwQUAAYACAAAACEAsOwdE98AAAAMAQAADwAAAGRycy9kb3ducmV2LnhtbEyPwU7DMAyG70i8Q2Qk&#10;bltSBl1bmk4IxBXEYJO4ZY3XVjRO1WRreXvMCY62P/3+/nIzu16ccQydJw3JUoFAqr3tqNHw8f68&#10;yECEaMia3hNq+MYAm+ryojSF9RO94XkbG8EhFAqjoY1xKKQMdYvOhKUfkPh29KMzkcexkXY0E4e7&#10;Xt4olUpnOuIPrRnwscX6a3tyGnYvx8/9rXptntzdMPlZSXK51Pr6an64BxFxjn8w/OqzOlTsdPAn&#10;skH0Gla5yhnVsEhUyq0YydI1rw4a1lmyAlmV8n+J6gcAAP//AwBQSwECLQAUAAYACAAAACEAtoM4&#10;kv4AAADhAQAAEwAAAAAAAAAAAAAAAAAAAAAAW0NvbnRlbnRfVHlwZXNdLnhtbFBLAQItABQABgAI&#10;AAAAIQA4/SH/1gAAAJQBAAALAAAAAAAAAAAAAAAAAC8BAABfcmVscy8ucmVsc1BLAQItABQABgAI&#10;AAAAIQANhamGwwIAANEFAAAOAAAAAAAAAAAAAAAAAC4CAABkcnMvZTJvRG9jLnhtbFBLAQItABQA&#10;BgAIAAAAIQCw7B0T3wAAAAwBAAAPAAAAAAAAAAAAAAAAAB0FAABkcnMvZG93bnJldi54bWxQSwUG&#10;AAAAAAQABADzAAAAKQYAAAAA&#10;" filled="f" stroked="f">
                <v:textbox>
                  <w:txbxContent/>
                </v:textbox>
                <w10:wrap type="square"/>
              </v:shape>
            </w:pict>
          </mc:Fallback>
        </mc:AlternateContent>
      </w:r>
      <w:r w:rsidR="00BB6499">
        <w:rPr>
          <w:noProof/>
          <w:szCs w:val="20"/>
          <w:lang w:val="en-NZ" w:eastAsia="en-NZ"/>
        </w:rPr>
        <mc:AlternateContent>
          <mc:Choice Requires="wps">
            <w:drawing>
              <wp:anchor distT="0" distB="0" distL="114300" distR="114300" simplePos="0" relativeHeight="251660800" behindDoc="0" locked="0" layoutInCell="1" allowOverlap="1" wp14:anchorId="4A0CBC74" wp14:editId="65A69C0F">
                <wp:simplePos x="0" y="0"/>
                <wp:positionH relativeFrom="column">
                  <wp:posOffset>-709295</wp:posOffset>
                </wp:positionH>
                <wp:positionV relativeFrom="paragraph">
                  <wp:posOffset>1882775</wp:posOffset>
                </wp:positionV>
                <wp:extent cx="2971800" cy="4526915"/>
                <wp:effectExtent l="0" t="0" r="4445" b="635"/>
                <wp:wrapNone/>
                <wp:docPr id="1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26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4">
                        <w:txbxContent>
                          <w:p w:rsidR="00647688" w:rsidRPr="005B40BF" w:rsidRDefault="00647688" w:rsidP="0057442C">
                            <w:pPr>
                              <w:pStyle w:val="HEADLINE"/>
                              <w:jc w:val="left"/>
                              <w:rPr>
                                <w:rFonts w:ascii="Papyrus" w:hAnsi="Papyrus"/>
                                <w:color w:val="auto"/>
                                <w:sz w:val="28"/>
                                <w:szCs w:val="28"/>
                              </w:rPr>
                            </w:pPr>
                            <w:r w:rsidRPr="005B40BF">
                              <w:rPr>
                                <w:rFonts w:ascii="Papyrus" w:hAnsi="Papyrus"/>
                                <w:color w:val="auto"/>
                                <w:sz w:val="28"/>
                                <w:szCs w:val="28"/>
                              </w:rPr>
                              <w:t xml:space="preserve">Why most teens commit suicide? </w:t>
                            </w:r>
                          </w:p>
                          <w:p w:rsidR="00647688" w:rsidRPr="008E4147" w:rsidRDefault="00647688" w:rsidP="008E4147">
                            <w:pPr>
                              <w:shd w:val="clear" w:color="auto" w:fill="FFFFFF"/>
                              <w:spacing w:before="240" w:after="360" w:line="336" w:lineRule="atLeast"/>
                              <w:rPr>
                                <w:rFonts w:ascii="Papyrus" w:hAnsi="Papyrus"/>
                                <w:color w:val="000000"/>
                                <w:sz w:val="18"/>
                                <w:szCs w:val="18"/>
                              </w:rPr>
                            </w:pPr>
                            <w:r w:rsidRPr="00D52BA2">
                              <w:rPr>
                                <w:rFonts w:ascii="Papyrus" w:hAnsi="Papyrus"/>
                                <w:sz w:val="20"/>
                                <w:szCs w:val="20"/>
                              </w:rPr>
                              <w:t>Some teenagers that try to make a suicide attempt think</w:t>
                            </w:r>
                            <w:r>
                              <w:rPr>
                                <w:rFonts w:ascii="Papyrus" w:hAnsi="Papyrus"/>
                                <w:sz w:val="20"/>
                                <w:szCs w:val="20"/>
                              </w:rPr>
                              <w:t xml:space="preserve"> and</w:t>
                            </w:r>
                            <w:r w:rsidRPr="00D52BA2">
                              <w:rPr>
                                <w:rFonts w:ascii="Papyrus" w:hAnsi="Papyrus"/>
                                <w:sz w:val="20"/>
                                <w:szCs w:val="20"/>
                              </w:rPr>
                              <w:t xml:space="preserve"> say that, they do it because they find that some parts of life is too difficult for them to handle</w:t>
                            </w:r>
                            <w:r>
                              <w:rPr>
                                <w:rFonts w:ascii="Papyrus" w:hAnsi="Papyrus"/>
                                <w:sz w:val="20"/>
                                <w:szCs w:val="20"/>
                              </w:rPr>
                              <w:t>.</w:t>
                            </w:r>
                            <w:r w:rsidRPr="00D52BA2">
                              <w:rPr>
                                <w:rFonts w:ascii="Papyrus" w:hAnsi="Papyrus"/>
                                <w:sz w:val="20"/>
                                <w:szCs w:val="20"/>
                              </w:rPr>
                              <w:t xml:space="preserve"> </w:t>
                            </w:r>
                            <w:r w:rsidRPr="00D52BA2">
                              <w:rPr>
                                <w:rFonts w:ascii="Papyrus" w:hAnsi="Papyrus"/>
                                <w:color w:val="000000"/>
                                <w:sz w:val="18"/>
                                <w:szCs w:val="18"/>
                              </w:rPr>
                              <w:t>Some people who end their lives or attempt suicide</w:t>
                            </w:r>
                            <w:r>
                              <w:rPr>
                                <w:rFonts w:ascii="Papyrus" w:hAnsi="Papyrus"/>
                                <w:color w:val="000000"/>
                                <w:sz w:val="18"/>
                                <w:szCs w:val="18"/>
                              </w:rPr>
                              <w:t>. They m</w:t>
                            </w:r>
                            <w:r w:rsidRPr="00D52BA2">
                              <w:rPr>
                                <w:rFonts w:ascii="Papyrus" w:hAnsi="Papyrus"/>
                                <w:color w:val="000000"/>
                                <w:sz w:val="18"/>
                                <w:szCs w:val="18"/>
                              </w:rPr>
                              <w:t>ight be trying to escape fee</w:t>
                            </w:r>
                            <w:r w:rsidRPr="00D52BA2">
                              <w:rPr>
                                <w:rFonts w:ascii="Papyrus" w:hAnsi="Papyrus" w:cs="Arial"/>
                                <w:color w:val="000000"/>
                                <w:sz w:val="18"/>
                                <w:szCs w:val="18"/>
                              </w:rPr>
                              <w:t>lin</w:t>
                            </w:r>
                            <w:r>
                              <w:rPr>
                                <w:rFonts w:ascii="Papyrus" w:hAnsi="Papyrus" w:cs="Arial"/>
                                <w:color w:val="000000"/>
                                <w:sz w:val="18"/>
                                <w:szCs w:val="18"/>
                              </w:rPr>
                              <w:t>gs of rejection, hurt, or loss. S</w:t>
                            </w:r>
                            <w:r w:rsidRPr="00D52BA2">
                              <w:rPr>
                                <w:rFonts w:ascii="Papyrus" w:hAnsi="Papyrus" w:cs="Arial"/>
                                <w:color w:val="000000"/>
                                <w:sz w:val="18"/>
                                <w:szCs w:val="18"/>
                              </w:rPr>
                              <w:t>ome may feel unwanted, unloved</w:t>
                            </w:r>
                            <w:r>
                              <w:rPr>
                                <w:rFonts w:ascii="Papyrus" w:hAnsi="Papyrus" w:cs="Arial"/>
                                <w:color w:val="000000"/>
                                <w:sz w:val="18"/>
                                <w:szCs w:val="18"/>
                              </w:rPr>
                              <w:t xml:space="preserve"> and victimized.  But really the main reason why teens commit suicide is because of DEPRESSION.  </w:t>
                            </w:r>
                            <w:r>
                              <w:rPr>
                                <w:rFonts w:ascii="Papyrus" w:hAnsi="Papyrus" w:cs="Arial"/>
                                <w:color w:val="000000"/>
                                <w:sz w:val="18"/>
                                <w:szCs w:val="18"/>
                              </w:rPr>
                              <w:br/>
                            </w:r>
                            <w:r>
                              <w:rPr>
                                <w:rFonts w:ascii="Papyrus" w:hAnsi="Papyrus" w:cs="Arial"/>
                                <w:color w:val="000000"/>
                                <w:sz w:val="18"/>
                                <w:szCs w:val="18"/>
                              </w:rPr>
                              <w:br/>
                            </w:r>
                            <w:r>
                              <w:rPr>
                                <w:rFonts w:ascii="Papyrus" w:hAnsi="Papyrus" w:cs="Arial"/>
                                <w:color w:val="000000"/>
                                <w:sz w:val="18"/>
                                <w:szCs w:val="18"/>
                              </w:rPr>
                              <w:br/>
                            </w:r>
                            <w:r w:rsidRPr="005B40BF">
                              <w:rPr>
                                <w:rFonts w:ascii="Papyrus" w:hAnsi="Papyrus" w:cs="Arial"/>
                                <w:b/>
                                <w:color w:val="000000"/>
                                <w:sz w:val="28"/>
                                <w:szCs w:val="28"/>
                              </w:rPr>
                              <w:t>Are teens vulnerable against depression?</w:t>
                            </w:r>
                            <w:r>
                              <w:rPr>
                                <w:rFonts w:ascii="Arial" w:hAnsi="Arial" w:cs="Arial"/>
                                <w:b/>
                                <w:color w:val="000000"/>
                                <w:sz w:val="28"/>
                                <w:szCs w:val="28"/>
                              </w:rPr>
                              <w:t xml:space="preserve"> </w:t>
                            </w:r>
                            <w:r>
                              <w:rPr>
                                <w:rFonts w:ascii="Arial" w:hAnsi="Arial" w:cs="Arial"/>
                                <w:b/>
                                <w:color w:val="000000"/>
                                <w:sz w:val="28"/>
                                <w:szCs w:val="28"/>
                              </w:rPr>
                              <w:br/>
                            </w:r>
                            <w:r>
                              <w:rPr>
                                <w:rFonts w:ascii="Papyrus" w:hAnsi="Papyrus" w:cs="Arial"/>
                                <w:color w:val="000000"/>
                                <w:sz w:val="18"/>
                                <w:szCs w:val="18"/>
                              </w:rPr>
                              <w:br/>
                              <w:t xml:space="preserve">Gloomily, teenagers are vulnerable against depression, it’s because hormones and sleep cycles, which both can change dramatically in puberty and adulthood that affects moods. The good news about depression is that you can get help.  </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484A42">
                              <w:rPr>
                                <w:rFonts w:ascii="Papyrus" w:hAnsi="Papyrus" w:cs="Arial"/>
                                <w:b/>
                                <w:sz w:val="22"/>
                                <w:szCs w:val="22"/>
                              </w:rPr>
                              <w:t>A mother’s message to her daughter:</w:t>
                            </w:r>
                            <w:r w:rsidRPr="008E4147">
                              <w:rPr>
                                <w:rFonts w:ascii="Papyrus" w:hAnsi="Papyrus"/>
                                <w:sz w:val="18"/>
                                <w:szCs w:val="18"/>
                              </w:rPr>
                              <w:t xml:space="preserve"> </w:t>
                            </w:r>
                            <w:r w:rsidRPr="008E4147">
                              <w:rPr>
                                <w:rFonts w:ascii="Papyrus" w:hAnsi="Papyrus"/>
                                <w:sz w:val="18"/>
                                <w:szCs w:val="18"/>
                              </w:rPr>
                              <w:br/>
                            </w:r>
                            <w:r w:rsidRPr="008E4147">
                              <w:rPr>
                                <w:rFonts w:ascii="Papyrus" w:hAnsi="Papyrus" w:cs="Arial"/>
                                <w:color w:val="000000"/>
                                <w:sz w:val="18"/>
                                <w:szCs w:val="18"/>
                                <w:lang w:val="en"/>
                              </w:rPr>
                              <w:t>Stephanie went to visit her grandparents for the school holidays she loves to go, we love to send her and my parents love to have her.</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I left her a present on her bed.</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My husband picked her up from the airport, and took her home, and she told him she was going out with friends. That was the last we saw of her.</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I heard later that she had been involved in a fight on a train with some other girls and had taken off with her friend who said she was going to kill herself.</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She was reported missing to police the next day. You may have seen her story on TV, Radio.</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Today, 7 days later, she was found with her friend hanging from a tree.</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Stephanie why didn't you tell me you were so upset. Why didn't you just come home? You had only just turned 16. You were always such a quiet girl, who spent time listening to music and surfing the internet. There is nothing that you couldn't have been sorted out. You were my only child and can never be replaced.</w:t>
                            </w:r>
                          </w:p>
                          <w:p w:rsidR="00647688" w:rsidRPr="008E4147" w:rsidRDefault="00647688" w:rsidP="008E4147">
                            <w:pPr>
                              <w:spacing w:before="100" w:beforeAutospacing="1" w:after="100" w:afterAutospacing="1"/>
                              <w:ind w:left="195"/>
                              <w:rPr>
                                <w:rFonts w:ascii="Papyrus" w:hAnsi="Papyrus" w:cs="Arial"/>
                                <w:color w:val="000000"/>
                                <w:sz w:val="20"/>
                                <w:szCs w:val="20"/>
                                <w:lang w:val="en"/>
                              </w:rPr>
                            </w:pPr>
                            <w:r w:rsidRPr="008E4147">
                              <w:rPr>
                                <w:rFonts w:ascii="Papyrus" w:hAnsi="Papyrus" w:cs="Arial"/>
                                <w:color w:val="000000"/>
                                <w:sz w:val="20"/>
                                <w:szCs w:val="20"/>
                                <w:lang w:val="en"/>
                              </w:rPr>
                              <w:t>Bye bye, my little girl.</w:t>
                            </w:r>
                          </w:p>
                          <w:p w:rsidR="00647688" w:rsidRDefault="00647688" w:rsidP="00281754">
                            <w:pPr>
                              <w:spacing w:before="100" w:beforeAutospacing="1" w:after="100" w:afterAutospacing="1"/>
                              <w:ind w:left="195"/>
                              <w:rPr>
                                <w:rFonts w:ascii="Arial" w:hAnsi="Arial" w:cs="Arial"/>
                                <w:color w:val="000000"/>
                                <w:sz w:val="20"/>
                                <w:szCs w:val="20"/>
                                <w:lang w:val="en"/>
                              </w:rPr>
                            </w:pPr>
                            <w:r>
                              <w:br/>
                            </w:r>
                            <w:bookmarkStart w:id="2" w:name="contentSwap1"/>
                            <w:bookmarkEnd w:id="2"/>
                          </w:p>
                          <w:p w:rsidR="00647688" w:rsidRPr="00157382" w:rsidRDefault="00647688" w:rsidP="00810D7C">
                            <w:pPr>
                              <w:pStyle w:val="BodyCopy"/>
                            </w:pPr>
                          </w:p>
                          <w:p w:rsidR="00647688" w:rsidRDefault="00647688" w:rsidP="00810D7C">
                            <w:pPr>
                              <w:pStyle w:val="BodyCopy"/>
                            </w:pPr>
                          </w:p>
                          <w:p w:rsidR="00647688" w:rsidRDefault="00647688" w:rsidP="00810D7C">
                            <w:pPr>
                              <w:pStyle w:val="BodyCopy"/>
                            </w:pPr>
                          </w:p>
                          <w:p w:rsidR="00647688" w:rsidRDefault="00647688" w:rsidP="00810D7C">
                            <w:pPr>
                              <w:pStyle w:val="BodyCopy"/>
                            </w:pPr>
                          </w:p>
                          <w:p w:rsidR="00647688" w:rsidRPr="00157382" w:rsidRDefault="00647688" w:rsidP="00810D7C">
                            <w:pPr>
                              <w:pStyle w:val="BodyCopy"/>
                            </w:pPr>
                          </w:p>
                          <w:p w:rsidR="00647688" w:rsidRPr="00157382" w:rsidRDefault="00647688" w:rsidP="00810D7C">
                            <w:pPr>
                              <w:pStyle w:val="BodyCopy"/>
                            </w:pPr>
                          </w:p>
                          <w:p w:rsidR="00647688" w:rsidRDefault="00647688" w:rsidP="008104C1">
                            <w:pPr>
                              <w:pStyle w:val="SUBHEAD"/>
                            </w:pPr>
                          </w:p>
                          <w:p w:rsidR="00647688" w:rsidRPr="00157382" w:rsidRDefault="00647688" w:rsidP="00810D7C">
                            <w:pPr>
                              <w:pStyle w:val="HEADLIN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1" type="#_x0000_t202" style="position:absolute;margin-left:-55.85pt;margin-top:148.25pt;width:234pt;height:356.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XeuwIAAMQ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gflEbSDHj2y0aA7OaIwtvUZep2C20MPjmaEc/B1uer+XpbfNBJy1VCxZbdKyaFhtAJ+ob3pX1yd&#10;cLQF2QwfZQVx6M5IBzTWqrPFg3IgQAciT6feWC4lHEbJPFwEYCrBRuJolkzsfJoer/dKm/dMdsgu&#10;Mqyg+Q6e7u+1sXRoenSx0YQseNs6AbTi2QE4TicQHK5am6Xh+vkzCZL1Yr0gHolma48Eee7dFivi&#10;zYpwHufv8tUqD3/ZuCFJG15VTNgwR22F5M96d1D5pIqTurRseWXhLCWttptVq9CegrYL97mig+Xs&#10;5j+n4YoAubxIKYxIcBclXjFbzD1SkNhL5sHCC8LkLpkFJCF58Tyley7Yv6eEhgwncRRPajqTfpFb&#10;4L7XudG04wamR8u7DIM24LNONLUaXIvKrQ3l7bS+KIWlfy4FtPvYaKdYK9JJrmbcjNPjeGeRrZw3&#10;snoCDSsJCgM1wuiDRSPVD4wGGCMZ1t93VDGM2g8C3kESEgJuxm1IPI9goy4tm0sLFSVAZdhgNC1X&#10;ZppVu17xbQORppcn5C28nZo7VZ9ZHV4cjAqX3GGs2Vl0uXde5+G7/A0AAP//AwBQSwMEFAAGAAgA&#10;AAAhACl5Y7zhAAAADQEAAA8AAABkcnMvZG93bnJldi54bWxMj8tOwzAQRfdI/IM1SOxaO20TSIhT&#10;IRBbUMtDYufG0yQiHkex24S/Z1jBcnSP7j1TbmfXizOOofOkIVkqEEi1tx01Gt5enxa3IEI0ZE3v&#10;CTV8Y4BtdXlRmsL6iXZ43sdGcAmFwmhoYxwKKUPdojNh6Qckzo5+dCbyOTbSjmbictfLlVKZdKYj&#10;XmjNgA8t1l/7k9Pw/nz8/Niol+bRpcPkZyXJ5VLr66v5/g5ExDn+wfCrz+pQsdPBn8gG0WtYJEly&#10;w6yGVZ6lIBhZp9kaxIFZpfINyKqU/7+ofgAAAP//AwBQSwECLQAUAAYACAAAACEAtoM4kv4AAADh&#10;AQAAEwAAAAAAAAAAAAAAAAAAAAAAW0NvbnRlbnRfVHlwZXNdLnhtbFBLAQItABQABgAIAAAAIQA4&#10;/SH/1gAAAJQBAAALAAAAAAAAAAAAAAAAAC8BAABfcmVscy8ucmVsc1BLAQItABQABgAIAAAAIQDa&#10;SDXeuwIAAMQFAAAOAAAAAAAAAAAAAAAAAC4CAABkcnMvZTJvRG9jLnhtbFBLAQItABQABgAIAAAA&#10;IQApeWO84QAAAA0BAAAPAAAAAAAAAAAAAAAAABUFAABkcnMvZG93bnJldi54bWxQSwUGAAAAAAQA&#10;BADzAAAAIwYAAAAA&#10;" filled="f" stroked="f">
                <v:textbox style="mso-next-textbox:#Text Box 16">
                  <w:txbxContent>
                    <w:p w:rsidR="00647688" w:rsidRPr="005B40BF" w:rsidRDefault="00647688" w:rsidP="0057442C">
                      <w:pPr>
                        <w:pStyle w:val="HEADLINE"/>
                        <w:jc w:val="left"/>
                        <w:rPr>
                          <w:rFonts w:ascii="Papyrus" w:hAnsi="Papyrus"/>
                          <w:color w:val="auto"/>
                          <w:sz w:val="28"/>
                          <w:szCs w:val="28"/>
                        </w:rPr>
                      </w:pPr>
                      <w:r w:rsidRPr="005B40BF">
                        <w:rPr>
                          <w:rFonts w:ascii="Papyrus" w:hAnsi="Papyrus"/>
                          <w:color w:val="auto"/>
                          <w:sz w:val="28"/>
                          <w:szCs w:val="28"/>
                        </w:rPr>
                        <w:t xml:space="preserve">Why most teens commit suicide? </w:t>
                      </w:r>
                    </w:p>
                    <w:p w:rsidR="00647688" w:rsidRPr="008E4147" w:rsidRDefault="00647688" w:rsidP="008E4147">
                      <w:pPr>
                        <w:shd w:val="clear" w:color="auto" w:fill="FFFFFF"/>
                        <w:spacing w:before="240" w:after="360" w:line="336" w:lineRule="atLeast"/>
                        <w:rPr>
                          <w:rFonts w:ascii="Papyrus" w:hAnsi="Papyrus"/>
                          <w:color w:val="000000"/>
                          <w:sz w:val="18"/>
                          <w:szCs w:val="18"/>
                        </w:rPr>
                      </w:pPr>
                      <w:r w:rsidRPr="00D52BA2">
                        <w:rPr>
                          <w:rFonts w:ascii="Papyrus" w:hAnsi="Papyrus"/>
                          <w:sz w:val="20"/>
                          <w:szCs w:val="20"/>
                        </w:rPr>
                        <w:t>Some teenagers that try to make a suicide attempt think</w:t>
                      </w:r>
                      <w:r>
                        <w:rPr>
                          <w:rFonts w:ascii="Papyrus" w:hAnsi="Papyrus"/>
                          <w:sz w:val="20"/>
                          <w:szCs w:val="20"/>
                        </w:rPr>
                        <w:t xml:space="preserve"> and</w:t>
                      </w:r>
                      <w:r w:rsidRPr="00D52BA2">
                        <w:rPr>
                          <w:rFonts w:ascii="Papyrus" w:hAnsi="Papyrus"/>
                          <w:sz w:val="20"/>
                          <w:szCs w:val="20"/>
                        </w:rPr>
                        <w:t xml:space="preserve"> say that, they do it because they find that some parts of life is too difficult for them to handle</w:t>
                      </w:r>
                      <w:r>
                        <w:rPr>
                          <w:rFonts w:ascii="Papyrus" w:hAnsi="Papyrus"/>
                          <w:sz w:val="20"/>
                          <w:szCs w:val="20"/>
                        </w:rPr>
                        <w:t>.</w:t>
                      </w:r>
                      <w:r w:rsidRPr="00D52BA2">
                        <w:rPr>
                          <w:rFonts w:ascii="Papyrus" w:hAnsi="Papyrus"/>
                          <w:sz w:val="20"/>
                          <w:szCs w:val="20"/>
                        </w:rPr>
                        <w:t xml:space="preserve"> </w:t>
                      </w:r>
                      <w:r w:rsidRPr="00D52BA2">
                        <w:rPr>
                          <w:rFonts w:ascii="Papyrus" w:hAnsi="Papyrus"/>
                          <w:color w:val="000000"/>
                          <w:sz w:val="18"/>
                          <w:szCs w:val="18"/>
                        </w:rPr>
                        <w:t>Some people who end their lives or attempt suicide</w:t>
                      </w:r>
                      <w:r>
                        <w:rPr>
                          <w:rFonts w:ascii="Papyrus" w:hAnsi="Papyrus"/>
                          <w:color w:val="000000"/>
                          <w:sz w:val="18"/>
                          <w:szCs w:val="18"/>
                        </w:rPr>
                        <w:t>. They m</w:t>
                      </w:r>
                      <w:r w:rsidRPr="00D52BA2">
                        <w:rPr>
                          <w:rFonts w:ascii="Papyrus" w:hAnsi="Papyrus"/>
                          <w:color w:val="000000"/>
                          <w:sz w:val="18"/>
                          <w:szCs w:val="18"/>
                        </w:rPr>
                        <w:t>ight be trying to escape fee</w:t>
                      </w:r>
                      <w:r w:rsidRPr="00D52BA2">
                        <w:rPr>
                          <w:rFonts w:ascii="Papyrus" w:hAnsi="Papyrus" w:cs="Arial"/>
                          <w:color w:val="000000"/>
                          <w:sz w:val="18"/>
                          <w:szCs w:val="18"/>
                        </w:rPr>
                        <w:t>lin</w:t>
                      </w:r>
                      <w:r>
                        <w:rPr>
                          <w:rFonts w:ascii="Papyrus" w:hAnsi="Papyrus" w:cs="Arial"/>
                          <w:color w:val="000000"/>
                          <w:sz w:val="18"/>
                          <w:szCs w:val="18"/>
                        </w:rPr>
                        <w:t>gs of rejection, hurt, or loss. S</w:t>
                      </w:r>
                      <w:r w:rsidRPr="00D52BA2">
                        <w:rPr>
                          <w:rFonts w:ascii="Papyrus" w:hAnsi="Papyrus" w:cs="Arial"/>
                          <w:color w:val="000000"/>
                          <w:sz w:val="18"/>
                          <w:szCs w:val="18"/>
                        </w:rPr>
                        <w:t>ome may feel unwanted, unloved</w:t>
                      </w:r>
                      <w:r>
                        <w:rPr>
                          <w:rFonts w:ascii="Papyrus" w:hAnsi="Papyrus" w:cs="Arial"/>
                          <w:color w:val="000000"/>
                          <w:sz w:val="18"/>
                          <w:szCs w:val="18"/>
                        </w:rPr>
                        <w:t xml:space="preserve"> and victimized.  But really the main reason why teens commit suicide is because of DEPRESSION.  </w:t>
                      </w:r>
                      <w:r>
                        <w:rPr>
                          <w:rFonts w:ascii="Papyrus" w:hAnsi="Papyrus" w:cs="Arial"/>
                          <w:color w:val="000000"/>
                          <w:sz w:val="18"/>
                          <w:szCs w:val="18"/>
                        </w:rPr>
                        <w:br/>
                      </w:r>
                      <w:r>
                        <w:rPr>
                          <w:rFonts w:ascii="Papyrus" w:hAnsi="Papyrus" w:cs="Arial"/>
                          <w:color w:val="000000"/>
                          <w:sz w:val="18"/>
                          <w:szCs w:val="18"/>
                        </w:rPr>
                        <w:br/>
                      </w:r>
                      <w:r>
                        <w:rPr>
                          <w:rFonts w:ascii="Papyrus" w:hAnsi="Papyrus" w:cs="Arial"/>
                          <w:color w:val="000000"/>
                          <w:sz w:val="18"/>
                          <w:szCs w:val="18"/>
                        </w:rPr>
                        <w:br/>
                      </w:r>
                      <w:r w:rsidRPr="005B40BF">
                        <w:rPr>
                          <w:rFonts w:ascii="Papyrus" w:hAnsi="Papyrus" w:cs="Arial"/>
                          <w:b/>
                          <w:color w:val="000000"/>
                          <w:sz w:val="28"/>
                          <w:szCs w:val="28"/>
                        </w:rPr>
                        <w:t>Are teens vulnerable against depression?</w:t>
                      </w:r>
                      <w:r>
                        <w:rPr>
                          <w:rFonts w:ascii="Arial" w:hAnsi="Arial" w:cs="Arial"/>
                          <w:b/>
                          <w:color w:val="000000"/>
                          <w:sz w:val="28"/>
                          <w:szCs w:val="28"/>
                        </w:rPr>
                        <w:t xml:space="preserve"> </w:t>
                      </w:r>
                      <w:r>
                        <w:rPr>
                          <w:rFonts w:ascii="Arial" w:hAnsi="Arial" w:cs="Arial"/>
                          <w:b/>
                          <w:color w:val="000000"/>
                          <w:sz w:val="28"/>
                          <w:szCs w:val="28"/>
                        </w:rPr>
                        <w:br/>
                      </w:r>
                      <w:r>
                        <w:rPr>
                          <w:rFonts w:ascii="Papyrus" w:hAnsi="Papyrus" w:cs="Arial"/>
                          <w:color w:val="000000"/>
                          <w:sz w:val="18"/>
                          <w:szCs w:val="18"/>
                        </w:rPr>
                        <w:br/>
                        <w:t xml:space="preserve">Gloomily, teenagers are vulnerable against depression, it’s because hormones and sleep cycles, which both can change dramatically in puberty and adulthood that affects moods. The good news about depression is that you can get help.  </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484A42">
                        <w:rPr>
                          <w:rFonts w:ascii="Papyrus" w:hAnsi="Papyrus" w:cs="Arial"/>
                          <w:b/>
                          <w:sz w:val="22"/>
                          <w:szCs w:val="22"/>
                        </w:rPr>
                        <w:t>A mother’s message to her daughter:</w:t>
                      </w:r>
                      <w:r w:rsidRPr="008E4147">
                        <w:rPr>
                          <w:rFonts w:ascii="Papyrus" w:hAnsi="Papyrus"/>
                          <w:sz w:val="18"/>
                          <w:szCs w:val="18"/>
                        </w:rPr>
                        <w:t xml:space="preserve"> </w:t>
                      </w:r>
                      <w:r w:rsidRPr="008E4147">
                        <w:rPr>
                          <w:rFonts w:ascii="Papyrus" w:hAnsi="Papyrus"/>
                          <w:sz w:val="18"/>
                          <w:szCs w:val="18"/>
                        </w:rPr>
                        <w:br/>
                      </w:r>
                      <w:r w:rsidRPr="008E4147">
                        <w:rPr>
                          <w:rFonts w:ascii="Papyrus" w:hAnsi="Papyrus" w:cs="Arial"/>
                          <w:color w:val="000000"/>
                          <w:sz w:val="18"/>
                          <w:szCs w:val="18"/>
                          <w:lang w:val="en"/>
                        </w:rPr>
                        <w:t>Stephanie went to visit her grandparents for the school holidays she loves to go, we love to send her and my parents love to have her.</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I left her a present on her bed.</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My husband picked her up from the airport, and took her home, and she told him she was going out with friends. That was the last we saw of her.</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I heard later that she had been involved in a fight on a train with some other girls and had taken off with her friend who said she was going to kill herself.</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She was reported missing to police the next day. You may have seen her story on TV, Radio.</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Today, 7 days later, she was found with her friend hanging from a tree.</w:t>
                      </w:r>
                    </w:p>
                    <w:p w:rsidR="00647688" w:rsidRPr="008E4147" w:rsidRDefault="00647688" w:rsidP="008E4147">
                      <w:pPr>
                        <w:spacing w:before="100" w:beforeAutospacing="1" w:after="100" w:afterAutospacing="1"/>
                        <w:ind w:left="195"/>
                        <w:rPr>
                          <w:rFonts w:ascii="Papyrus" w:hAnsi="Papyrus" w:cs="Arial"/>
                          <w:color w:val="000000"/>
                          <w:sz w:val="18"/>
                          <w:szCs w:val="18"/>
                          <w:lang w:val="en"/>
                        </w:rPr>
                      </w:pPr>
                      <w:r w:rsidRPr="008E4147">
                        <w:rPr>
                          <w:rFonts w:ascii="Papyrus" w:hAnsi="Papyrus" w:cs="Arial"/>
                          <w:color w:val="000000"/>
                          <w:sz w:val="18"/>
                          <w:szCs w:val="18"/>
                          <w:lang w:val="en"/>
                        </w:rPr>
                        <w:t>Stephanie why didn't you tell me you were so upset. Why didn't you just come home? You had only just turned 16. You were always such a quiet girl, who spent time listening to music and surfing the internet. There is nothing that you couldn't have been sorted out. You were my only child and can never be replaced.</w:t>
                      </w:r>
                    </w:p>
                    <w:p w:rsidR="00647688" w:rsidRPr="008E4147" w:rsidRDefault="00647688" w:rsidP="008E4147">
                      <w:pPr>
                        <w:spacing w:before="100" w:beforeAutospacing="1" w:after="100" w:afterAutospacing="1"/>
                        <w:ind w:left="195"/>
                        <w:rPr>
                          <w:rFonts w:ascii="Papyrus" w:hAnsi="Papyrus" w:cs="Arial"/>
                          <w:color w:val="000000"/>
                          <w:sz w:val="20"/>
                          <w:szCs w:val="20"/>
                          <w:lang w:val="en"/>
                        </w:rPr>
                      </w:pPr>
                      <w:r w:rsidRPr="008E4147">
                        <w:rPr>
                          <w:rFonts w:ascii="Papyrus" w:hAnsi="Papyrus" w:cs="Arial"/>
                          <w:color w:val="000000"/>
                          <w:sz w:val="20"/>
                          <w:szCs w:val="20"/>
                          <w:lang w:val="en"/>
                        </w:rPr>
                        <w:t>Bye bye, my little girl.</w:t>
                      </w:r>
                    </w:p>
                    <w:p w:rsidR="00647688" w:rsidRDefault="00647688" w:rsidP="00281754">
                      <w:pPr>
                        <w:spacing w:before="100" w:beforeAutospacing="1" w:after="100" w:afterAutospacing="1"/>
                        <w:ind w:left="195"/>
                        <w:rPr>
                          <w:rFonts w:ascii="Arial" w:hAnsi="Arial" w:cs="Arial"/>
                          <w:color w:val="000000"/>
                          <w:sz w:val="20"/>
                          <w:szCs w:val="20"/>
                          <w:lang w:val="en"/>
                        </w:rPr>
                      </w:pPr>
                      <w:r>
                        <w:br/>
                      </w:r>
                      <w:bookmarkStart w:id="3" w:name="contentSwap1"/>
                      <w:bookmarkEnd w:id="3"/>
                    </w:p>
                    <w:p w:rsidR="00647688" w:rsidRPr="00157382" w:rsidRDefault="00647688" w:rsidP="00810D7C">
                      <w:pPr>
                        <w:pStyle w:val="BodyCopy"/>
                      </w:pPr>
                    </w:p>
                    <w:p w:rsidR="00647688" w:rsidRDefault="00647688" w:rsidP="00810D7C">
                      <w:pPr>
                        <w:pStyle w:val="BodyCopy"/>
                      </w:pPr>
                    </w:p>
                    <w:p w:rsidR="00647688" w:rsidRDefault="00647688" w:rsidP="00810D7C">
                      <w:pPr>
                        <w:pStyle w:val="BodyCopy"/>
                      </w:pPr>
                    </w:p>
                    <w:p w:rsidR="00647688" w:rsidRDefault="00647688" w:rsidP="00810D7C">
                      <w:pPr>
                        <w:pStyle w:val="BodyCopy"/>
                      </w:pPr>
                    </w:p>
                    <w:p w:rsidR="00647688" w:rsidRPr="00157382" w:rsidRDefault="00647688" w:rsidP="00810D7C">
                      <w:pPr>
                        <w:pStyle w:val="BodyCopy"/>
                      </w:pPr>
                    </w:p>
                    <w:p w:rsidR="00647688" w:rsidRPr="00157382" w:rsidRDefault="00647688" w:rsidP="00810D7C">
                      <w:pPr>
                        <w:pStyle w:val="BodyCopy"/>
                      </w:pPr>
                    </w:p>
                    <w:p w:rsidR="00647688" w:rsidRDefault="00647688" w:rsidP="008104C1">
                      <w:pPr>
                        <w:pStyle w:val="SUBHEAD"/>
                      </w:pPr>
                    </w:p>
                    <w:p w:rsidR="00647688" w:rsidRPr="00157382" w:rsidRDefault="00647688" w:rsidP="00810D7C">
                      <w:pPr>
                        <w:pStyle w:val="HEADLINE"/>
                      </w:pPr>
                    </w:p>
                  </w:txbxContent>
                </v:textbox>
              </v:shape>
            </w:pict>
          </mc:Fallback>
        </mc:AlternateContent>
      </w:r>
      <w:r w:rsidR="00BB6499">
        <w:rPr>
          <w:noProof/>
          <w:szCs w:val="20"/>
          <w:lang w:val="en-NZ" w:eastAsia="en-NZ"/>
        </w:rPr>
        <w:drawing>
          <wp:anchor distT="0" distB="0" distL="114300" distR="114300" simplePos="0" relativeHeight="251658752" behindDoc="1" locked="0" layoutInCell="1" allowOverlap="1" wp14:anchorId="724ED1A4" wp14:editId="54CD7F6E">
            <wp:simplePos x="0" y="0"/>
            <wp:positionH relativeFrom="column">
              <wp:posOffset>-1175385</wp:posOffset>
            </wp:positionH>
            <wp:positionV relativeFrom="paragraph">
              <wp:posOffset>-931545</wp:posOffset>
            </wp:positionV>
            <wp:extent cx="10109200" cy="7802245"/>
            <wp:effectExtent l="0" t="0" r="6350" b="8255"/>
            <wp:wrapNone/>
            <wp:docPr id="13" name="Picture 13" descr="edgy_smudge_brochure_ins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dgy_smudge_brochure_insid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109200" cy="7802245"/>
                    </a:xfrm>
                    <a:prstGeom prst="rect">
                      <a:avLst/>
                    </a:prstGeom>
                    <a:noFill/>
                    <a:ln>
                      <a:noFill/>
                    </a:ln>
                  </pic:spPr>
                </pic:pic>
              </a:graphicData>
            </a:graphic>
            <wp14:sizeRelH relativeFrom="page">
              <wp14:pctWidth>0</wp14:pctWidth>
            </wp14:sizeRelH>
            <wp14:sizeRelV relativeFrom="page">
              <wp14:pctHeight>0</wp14:pctHeight>
            </wp14:sizeRelV>
          </wp:anchor>
        </w:drawing>
      </w:r>
      <w:r w:rsidR="00252835">
        <w:t xml:space="preserve"> </w:t>
      </w:r>
    </w:p>
    <w:sectPr w:rsidR="008104C1" w:rsidSect="008104C1">
      <w:pgSz w:w="15840" w:h="12240" w:orient="landscape"/>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Papyrus">
    <w:panose1 w:val="03070502060502030205"/>
    <w:charset w:val="00"/>
    <w:family w:val="script"/>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57890"/>
    <w:multiLevelType w:val="hybridMultilevel"/>
    <w:tmpl w:val="F5DA2E2C"/>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Symbol" w:hAnsi="Symbol"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Symbol" w:hAnsi="Symbol"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FD4"/>
    <w:rsid w:val="00142D69"/>
    <w:rsid w:val="00252835"/>
    <w:rsid w:val="00256566"/>
    <w:rsid w:val="00281754"/>
    <w:rsid w:val="002B1D64"/>
    <w:rsid w:val="0047579C"/>
    <w:rsid w:val="00481B6D"/>
    <w:rsid w:val="00484A42"/>
    <w:rsid w:val="00531CFE"/>
    <w:rsid w:val="0057442C"/>
    <w:rsid w:val="005B40BF"/>
    <w:rsid w:val="00647688"/>
    <w:rsid w:val="00701C80"/>
    <w:rsid w:val="00771FD4"/>
    <w:rsid w:val="007E0FF5"/>
    <w:rsid w:val="008104C1"/>
    <w:rsid w:val="00810D7C"/>
    <w:rsid w:val="008E4147"/>
    <w:rsid w:val="009776DF"/>
    <w:rsid w:val="00BB1A86"/>
    <w:rsid w:val="00BB6499"/>
    <w:rsid w:val="00C4338A"/>
    <w:rsid w:val="00D52BA2"/>
    <w:rsid w:val="00D864A1"/>
    <w:rsid w:val="00FD1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
    <w:name w:val="COMPANY"/>
    <w:basedOn w:val="Normal"/>
    <w:rsid w:val="00810D7C"/>
    <w:pPr>
      <w:spacing w:after="120"/>
      <w:jc w:val="center"/>
    </w:pPr>
    <w:rPr>
      <w:rFonts w:ascii="Arial" w:hAnsi="Arial" w:cs="Arial"/>
      <w:b/>
      <w:color w:val="F04923"/>
      <w:spacing w:val="20"/>
      <w:sz w:val="32"/>
    </w:rPr>
  </w:style>
  <w:style w:type="paragraph" w:customStyle="1" w:styleId="TAGLINESUBHEAD">
    <w:name w:val="TAGLINE / SUBHEAD"/>
    <w:basedOn w:val="Normal"/>
    <w:rsid w:val="008104C1"/>
    <w:pPr>
      <w:spacing w:before="240"/>
      <w:jc w:val="center"/>
    </w:pPr>
    <w:rPr>
      <w:rFonts w:ascii="Arial" w:hAnsi="Arial" w:cs="Arial"/>
      <w:b/>
      <w:color w:val="717074"/>
      <w:sz w:val="20"/>
    </w:rPr>
  </w:style>
  <w:style w:type="paragraph" w:customStyle="1" w:styleId="CallOuts">
    <w:name w:val="Call_Outs"/>
    <w:basedOn w:val="Normal"/>
    <w:rsid w:val="00810D7C"/>
    <w:pPr>
      <w:jc w:val="center"/>
    </w:pPr>
    <w:rPr>
      <w:rFonts w:ascii="Arial" w:hAnsi="Arial" w:cs="Arial"/>
      <w:b/>
      <w:color w:val="FFFFFF"/>
    </w:rPr>
  </w:style>
  <w:style w:type="paragraph" w:customStyle="1" w:styleId="PhotoHolder">
    <w:name w:val="Photo Holder"/>
    <w:basedOn w:val="Normal"/>
    <w:rsid w:val="00810D7C"/>
    <w:pPr>
      <w:spacing w:line="300" w:lineRule="atLeast"/>
      <w:jc w:val="center"/>
    </w:pPr>
    <w:rPr>
      <w:rFonts w:ascii="Arial" w:hAnsi="Arial" w:cs="Arial"/>
      <w:sz w:val="20"/>
    </w:rPr>
  </w:style>
  <w:style w:type="paragraph" w:customStyle="1" w:styleId="BodyCopy">
    <w:name w:val="Body_Copy"/>
    <w:basedOn w:val="Normal"/>
    <w:rsid w:val="00810D7C"/>
    <w:pPr>
      <w:widowControl w:val="0"/>
      <w:autoSpaceDE w:val="0"/>
      <w:autoSpaceDN w:val="0"/>
      <w:adjustRightInd w:val="0"/>
      <w:spacing w:line="240" w:lineRule="atLeast"/>
      <w:textAlignment w:val="center"/>
    </w:pPr>
    <w:rPr>
      <w:rFonts w:ascii="Arial" w:hAnsi="Arial" w:cs="Arial"/>
      <w:color w:val="717074"/>
      <w:sz w:val="18"/>
      <w:szCs w:val="16"/>
    </w:rPr>
  </w:style>
  <w:style w:type="paragraph" w:customStyle="1" w:styleId="HEADLINE">
    <w:name w:val="HEADLINE"/>
    <w:basedOn w:val="Normal"/>
    <w:rsid w:val="00810D7C"/>
    <w:pPr>
      <w:spacing w:after="120" w:line="240" w:lineRule="atLeast"/>
      <w:jc w:val="center"/>
    </w:pPr>
    <w:rPr>
      <w:rFonts w:ascii="Arial" w:hAnsi="Arial" w:cs="Arial"/>
      <w:b/>
      <w:color w:val="F04923"/>
      <w:sz w:val="32"/>
    </w:rPr>
  </w:style>
  <w:style w:type="paragraph" w:styleId="ListParagraph">
    <w:name w:val="List Paragraph"/>
    <w:basedOn w:val="Normal"/>
    <w:uiPriority w:val="34"/>
    <w:qFormat/>
    <w:rsid w:val="008104C1"/>
    <w:pPr>
      <w:ind w:left="720"/>
    </w:pPr>
  </w:style>
  <w:style w:type="paragraph" w:customStyle="1" w:styleId="LOGOBOX">
    <w:name w:val="LOGO BOX"/>
    <w:basedOn w:val="Normal"/>
    <w:rsid w:val="00810D7C"/>
    <w:pPr>
      <w:widowControl w:val="0"/>
      <w:autoSpaceDE w:val="0"/>
      <w:autoSpaceDN w:val="0"/>
      <w:adjustRightInd w:val="0"/>
      <w:spacing w:line="160" w:lineRule="atLeast"/>
      <w:jc w:val="center"/>
      <w:textAlignment w:val="center"/>
    </w:pPr>
    <w:rPr>
      <w:rFonts w:ascii="Arial" w:hAnsi="Arial" w:cs="Arial"/>
      <w:color w:val="717074"/>
      <w:sz w:val="20"/>
      <w:szCs w:val="20"/>
    </w:rPr>
  </w:style>
  <w:style w:type="paragraph" w:customStyle="1" w:styleId="ADDRESSBOX">
    <w:name w:val="ADDRESS BOX"/>
    <w:basedOn w:val="Normal"/>
    <w:rsid w:val="00810D7C"/>
    <w:pPr>
      <w:widowControl w:val="0"/>
      <w:autoSpaceDE w:val="0"/>
      <w:autoSpaceDN w:val="0"/>
      <w:adjustRightInd w:val="0"/>
      <w:spacing w:line="180" w:lineRule="atLeast"/>
      <w:textAlignment w:val="center"/>
    </w:pPr>
    <w:rPr>
      <w:rFonts w:ascii="Arial" w:hAnsi="Arial" w:cs="Arial"/>
      <w:color w:val="717074"/>
      <w:sz w:val="15"/>
      <w:szCs w:val="14"/>
    </w:rPr>
  </w:style>
  <w:style w:type="paragraph" w:customStyle="1" w:styleId="SUBHEAD">
    <w:name w:val="SUBHEAD"/>
    <w:basedOn w:val="Normal"/>
    <w:rsid w:val="008104C1"/>
    <w:pPr>
      <w:spacing w:before="160" w:after="120" w:line="240" w:lineRule="atLeast"/>
    </w:pPr>
    <w:rPr>
      <w:rFonts w:ascii="Arial" w:hAnsi="Arial" w:cs="Arial"/>
      <w:b/>
      <w:color w:val="717074"/>
    </w:rPr>
  </w:style>
  <w:style w:type="paragraph" w:customStyle="1" w:styleId="PULLQUOTE">
    <w:name w:val="PULL QUOTE"/>
    <w:basedOn w:val="SUBHEAD"/>
    <w:rsid w:val="008104C1"/>
    <w:pPr>
      <w:spacing w:line="340" w:lineRule="atLeast"/>
      <w:jc w:val="center"/>
    </w:pPr>
    <w:rPr>
      <w:sz w:val="26"/>
    </w:rPr>
  </w:style>
  <w:style w:type="paragraph" w:customStyle="1" w:styleId="BULLETPOINTS">
    <w:name w:val="BULLETPOINTS"/>
    <w:basedOn w:val="Normal"/>
    <w:rsid w:val="008104C1"/>
    <w:rPr>
      <w:rFonts w:ascii="Arial" w:hAnsi="Arial"/>
      <w:color w:val="FFFFFF"/>
    </w:rPr>
  </w:style>
  <w:style w:type="paragraph" w:customStyle="1" w:styleId="yournamehere">
    <w:name w:val="your name here"/>
    <w:basedOn w:val="Normal"/>
    <w:link w:val="yournamehereChar"/>
    <w:qFormat/>
    <w:rsid w:val="008104C1"/>
    <w:pPr>
      <w:spacing w:line="200" w:lineRule="atLeast"/>
    </w:pPr>
    <w:rPr>
      <w:rFonts w:ascii="Arial" w:hAnsi="Arial" w:cs="Arial"/>
      <w:b/>
      <w:sz w:val="20"/>
    </w:rPr>
  </w:style>
  <w:style w:type="paragraph" w:customStyle="1" w:styleId="yourtitlehere">
    <w:name w:val="your title here"/>
    <w:basedOn w:val="Normal"/>
    <w:link w:val="yourtitlehereChar"/>
    <w:qFormat/>
    <w:rsid w:val="008104C1"/>
    <w:pPr>
      <w:spacing w:line="200" w:lineRule="atLeast"/>
    </w:pPr>
    <w:rPr>
      <w:rFonts w:ascii="Arial" w:hAnsi="Arial" w:cs="Arial"/>
      <w:color w:val="717074"/>
      <w:sz w:val="20"/>
    </w:rPr>
  </w:style>
  <w:style w:type="paragraph" w:styleId="BalloonText">
    <w:name w:val="Balloon Text"/>
    <w:basedOn w:val="Normal"/>
    <w:link w:val="BalloonTextChar"/>
    <w:uiPriority w:val="99"/>
    <w:semiHidden/>
    <w:unhideWhenUsed/>
    <w:rsid w:val="00771FD4"/>
    <w:rPr>
      <w:rFonts w:ascii="Tahoma" w:hAnsi="Tahoma" w:cs="Tahoma"/>
      <w:sz w:val="16"/>
      <w:szCs w:val="16"/>
    </w:rPr>
  </w:style>
  <w:style w:type="character" w:customStyle="1" w:styleId="yournamehereChar">
    <w:name w:val="your name here Char"/>
    <w:basedOn w:val="DefaultParagraphFont"/>
    <w:link w:val="yournamehere"/>
    <w:rsid w:val="008104C1"/>
  </w:style>
  <w:style w:type="character" w:customStyle="1" w:styleId="BalloonTextChar">
    <w:name w:val="Balloon Text Char"/>
    <w:link w:val="BalloonText"/>
    <w:uiPriority w:val="99"/>
    <w:semiHidden/>
    <w:rsid w:val="00771FD4"/>
    <w:rPr>
      <w:rFonts w:ascii="Tahoma" w:hAnsi="Tahoma" w:cs="Tahoma"/>
      <w:sz w:val="16"/>
      <w:szCs w:val="16"/>
    </w:rPr>
  </w:style>
  <w:style w:type="character" w:customStyle="1" w:styleId="yourtitlehereChar">
    <w:name w:val="your title here Char"/>
    <w:link w:val="yourtitlehere"/>
    <w:rsid w:val="008104C1"/>
    <w:rPr>
      <w:rFonts w:ascii="Arial" w:hAnsi="Arial" w:cs="Arial"/>
      <w:color w:val="717074"/>
      <w:szCs w:val="24"/>
    </w:rPr>
  </w:style>
  <w:style w:type="character" w:styleId="Strong">
    <w:name w:val="Strong"/>
    <w:uiPriority w:val="22"/>
    <w:qFormat/>
    <w:rsid w:val="00281754"/>
    <w:rPr>
      <w:b/>
      <w:bCs/>
    </w:rPr>
  </w:style>
  <w:style w:type="character" w:styleId="Hyperlink">
    <w:name w:val="Hyperlink"/>
    <w:basedOn w:val="DefaultParagraphFont"/>
    <w:uiPriority w:val="99"/>
    <w:unhideWhenUsed/>
    <w:rsid w:val="006476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
    <w:name w:val="COMPANY"/>
    <w:basedOn w:val="Normal"/>
    <w:rsid w:val="00810D7C"/>
    <w:pPr>
      <w:spacing w:after="120"/>
      <w:jc w:val="center"/>
    </w:pPr>
    <w:rPr>
      <w:rFonts w:ascii="Arial" w:hAnsi="Arial" w:cs="Arial"/>
      <w:b/>
      <w:color w:val="F04923"/>
      <w:spacing w:val="20"/>
      <w:sz w:val="32"/>
    </w:rPr>
  </w:style>
  <w:style w:type="paragraph" w:customStyle="1" w:styleId="TAGLINESUBHEAD">
    <w:name w:val="TAGLINE / SUBHEAD"/>
    <w:basedOn w:val="Normal"/>
    <w:rsid w:val="008104C1"/>
    <w:pPr>
      <w:spacing w:before="240"/>
      <w:jc w:val="center"/>
    </w:pPr>
    <w:rPr>
      <w:rFonts w:ascii="Arial" w:hAnsi="Arial" w:cs="Arial"/>
      <w:b/>
      <w:color w:val="717074"/>
      <w:sz w:val="20"/>
    </w:rPr>
  </w:style>
  <w:style w:type="paragraph" w:customStyle="1" w:styleId="CallOuts">
    <w:name w:val="Call_Outs"/>
    <w:basedOn w:val="Normal"/>
    <w:rsid w:val="00810D7C"/>
    <w:pPr>
      <w:jc w:val="center"/>
    </w:pPr>
    <w:rPr>
      <w:rFonts w:ascii="Arial" w:hAnsi="Arial" w:cs="Arial"/>
      <w:b/>
      <w:color w:val="FFFFFF"/>
    </w:rPr>
  </w:style>
  <w:style w:type="paragraph" w:customStyle="1" w:styleId="PhotoHolder">
    <w:name w:val="Photo Holder"/>
    <w:basedOn w:val="Normal"/>
    <w:rsid w:val="00810D7C"/>
    <w:pPr>
      <w:spacing w:line="300" w:lineRule="atLeast"/>
      <w:jc w:val="center"/>
    </w:pPr>
    <w:rPr>
      <w:rFonts w:ascii="Arial" w:hAnsi="Arial" w:cs="Arial"/>
      <w:sz w:val="20"/>
    </w:rPr>
  </w:style>
  <w:style w:type="paragraph" w:customStyle="1" w:styleId="BodyCopy">
    <w:name w:val="Body_Copy"/>
    <w:basedOn w:val="Normal"/>
    <w:rsid w:val="00810D7C"/>
    <w:pPr>
      <w:widowControl w:val="0"/>
      <w:autoSpaceDE w:val="0"/>
      <w:autoSpaceDN w:val="0"/>
      <w:adjustRightInd w:val="0"/>
      <w:spacing w:line="240" w:lineRule="atLeast"/>
      <w:textAlignment w:val="center"/>
    </w:pPr>
    <w:rPr>
      <w:rFonts w:ascii="Arial" w:hAnsi="Arial" w:cs="Arial"/>
      <w:color w:val="717074"/>
      <w:sz w:val="18"/>
      <w:szCs w:val="16"/>
    </w:rPr>
  </w:style>
  <w:style w:type="paragraph" w:customStyle="1" w:styleId="HEADLINE">
    <w:name w:val="HEADLINE"/>
    <w:basedOn w:val="Normal"/>
    <w:rsid w:val="00810D7C"/>
    <w:pPr>
      <w:spacing w:after="120" w:line="240" w:lineRule="atLeast"/>
      <w:jc w:val="center"/>
    </w:pPr>
    <w:rPr>
      <w:rFonts w:ascii="Arial" w:hAnsi="Arial" w:cs="Arial"/>
      <w:b/>
      <w:color w:val="F04923"/>
      <w:sz w:val="32"/>
    </w:rPr>
  </w:style>
  <w:style w:type="paragraph" w:styleId="ListParagraph">
    <w:name w:val="List Paragraph"/>
    <w:basedOn w:val="Normal"/>
    <w:uiPriority w:val="34"/>
    <w:qFormat/>
    <w:rsid w:val="008104C1"/>
    <w:pPr>
      <w:ind w:left="720"/>
    </w:pPr>
  </w:style>
  <w:style w:type="paragraph" w:customStyle="1" w:styleId="LOGOBOX">
    <w:name w:val="LOGO BOX"/>
    <w:basedOn w:val="Normal"/>
    <w:rsid w:val="00810D7C"/>
    <w:pPr>
      <w:widowControl w:val="0"/>
      <w:autoSpaceDE w:val="0"/>
      <w:autoSpaceDN w:val="0"/>
      <w:adjustRightInd w:val="0"/>
      <w:spacing w:line="160" w:lineRule="atLeast"/>
      <w:jc w:val="center"/>
      <w:textAlignment w:val="center"/>
    </w:pPr>
    <w:rPr>
      <w:rFonts w:ascii="Arial" w:hAnsi="Arial" w:cs="Arial"/>
      <w:color w:val="717074"/>
      <w:sz w:val="20"/>
      <w:szCs w:val="20"/>
    </w:rPr>
  </w:style>
  <w:style w:type="paragraph" w:customStyle="1" w:styleId="ADDRESSBOX">
    <w:name w:val="ADDRESS BOX"/>
    <w:basedOn w:val="Normal"/>
    <w:rsid w:val="00810D7C"/>
    <w:pPr>
      <w:widowControl w:val="0"/>
      <w:autoSpaceDE w:val="0"/>
      <w:autoSpaceDN w:val="0"/>
      <w:adjustRightInd w:val="0"/>
      <w:spacing w:line="180" w:lineRule="atLeast"/>
      <w:textAlignment w:val="center"/>
    </w:pPr>
    <w:rPr>
      <w:rFonts w:ascii="Arial" w:hAnsi="Arial" w:cs="Arial"/>
      <w:color w:val="717074"/>
      <w:sz w:val="15"/>
      <w:szCs w:val="14"/>
    </w:rPr>
  </w:style>
  <w:style w:type="paragraph" w:customStyle="1" w:styleId="SUBHEAD">
    <w:name w:val="SUBHEAD"/>
    <w:basedOn w:val="Normal"/>
    <w:rsid w:val="008104C1"/>
    <w:pPr>
      <w:spacing w:before="160" w:after="120" w:line="240" w:lineRule="atLeast"/>
    </w:pPr>
    <w:rPr>
      <w:rFonts w:ascii="Arial" w:hAnsi="Arial" w:cs="Arial"/>
      <w:b/>
      <w:color w:val="717074"/>
    </w:rPr>
  </w:style>
  <w:style w:type="paragraph" w:customStyle="1" w:styleId="PULLQUOTE">
    <w:name w:val="PULL QUOTE"/>
    <w:basedOn w:val="SUBHEAD"/>
    <w:rsid w:val="008104C1"/>
    <w:pPr>
      <w:spacing w:line="340" w:lineRule="atLeast"/>
      <w:jc w:val="center"/>
    </w:pPr>
    <w:rPr>
      <w:sz w:val="26"/>
    </w:rPr>
  </w:style>
  <w:style w:type="paragraph" w:customStyle="1" w:styleId="BULLETPOINTS">
    <w:name w:val="BULLETPOINTS"/>
    <w:basedOn w:val="Normal"/>
    <w:rsid w:val="008104C1"/>
    <w:rPr>
      <w:rFonts w:ascii="Arial" w:hAnsi="Arial"/>
      <w:color w:val="FFFFFF"/>
    </w:rPr>
  </w:style>
  <w:style w:type="paragraph" w:customStyle="1" w:styleId="yournamehere">
    <w:name w:val="your name here"/>
    <w:basedOn w:val="Normal"/>
    <w:link w:val="yournamehereChar"/>
    <w:qFormat/>
    <w:rsid w:val="008104C1"/>
    <w:pPr>
      <w:spacing w:line="200" w:lineRule="atLeast"/>
    </w:pPr>
    <w:rPr>
      <w:rFonts w:ascii="Arial" w:hAnsi="Arial" w:cs="Arial"/>
      <w:b/>
      <w:sz w:val="20"/>
    </w:rPr>
  </w:style>
  <w:style w:type="paragraph" w:customStyle="1" w:styleId="yourtitlehere">
    <w:name w:val="your title here"/>
    <w:basedOn w:val="Normal"/>
    <w:link w:val="yourtitlehereChar"/>
    <w:qFormat/>
    <w:rsid w:val="008104C1"/>
    <w:pPr>
      <w:spacing w:line="200" w:lineRule="atLeast"/>
    </w:pPr>
    <w:rPr>
      <w:rFonts w:ascii="Arial" w:hAnsi="Arial" w:cs="Arial"/>
      <w:color w:val="717074"/>
      <w:sz w:val="20"/>
    </w:rPr>
  </w:style>
  <w:style w:type="paragraph" w:styleId="BalloonText">
    <w:name w:val="Balloon Text"/>
    <w:basedOn w:val="Normal"/>
    <w:link w:val="BalloonTextChar"/>
    <w:uiPriority w:val="99"/>
    <w:semiHidden/>
    <w:unhideWhenUsed/>
    <w:rsid w:val="00771FD4"/>
    <w:rPr>
      <w:rFonts w:ascii="Tahoma" w:hAnsi="Tahoma" w:cs="Tahoma"/>
      <w:sz w:val="16"/>
      <w:szCs w:val="16"/>
    </w:rPr>
  </w:style>
  <w:style w:type="character" w:customStyle="1" w:styleId="yournamehereChar">
    <w:name w:val="your name here Char"/>
    <w:basedOn w:val="DefaultParagraphFont"/>
    <w:link w:val="yournamehere"/>
    <w:rsid w:val="008104C1"/>
  </w:style>
  <w:style w:type="character" w:customStyle="1" w:styleId="BalloonTextChar">
    <w:name w:val="Balloon Text Char"/>
    <w:link w:val="BalloonText"/>
    <w:uiPriority w:val="99"/>
    <w:semiHidden/>
    <w:rsid w:val="00771FD4"/>
    <w:rPr>
      <w:rFonts w:ascii="Tahoma" w:hAnsi="Tahoma" w:cs="Tahoma"/>
      <w:sz w:val="16"/>
      <w:szCs w:val="16"/>
    </w:rPr>
  </w:style>
  <w:style w:type="character" w:customStyle="1" w:styleId="yourtitlehereChar">
    <w:name w:val="your title here Char"/>
    <w:link w:val="yourtitlehere"/>
    <w:rsid w:val="008104C1"/>
    <w:rPr>
      <w:rFonts w:ascii="Arial" w:hAnsi="Arial" w:cs="Arial"/>
      <w:color w:val="717074"/>
      <w:szCs w:val="24"/>
    </w:rPr>
  </w:style>
  <w:style w:type="character" w:styleId="Strong">
    <w:name w:val="Strong"/>
    <w:uiPriority w:val="22"/>
    <w:qFormat/>
    <w:rsid w:val="00281754"/>
    <w:rPr>
      <w:b/>
      <w:bCs/>
    </w:rPr>
  </w:style>
  <w:style w:type="character" w:styleId="Hyperlink">
    <w:name w:val="Hyperlink"/>
    <w:basedOn w:val="DefaultParagraphFont"/>
    <w:uiPriority w:val="99"/>
    <w:unhideWhenUsed/>
    <w:rsid w:val="006476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67349">
      <w:bodyDiv w:val="1"/>
      <w:marLeft w:val="0"/>
      <w:marRight w:val="0"/>
      <w:marTop w:val="0"/>
      <w:marBottom w:val="0"/>
      <w:divBdr>
        <w:top w:val="none" w:sz="0" w:space="0" w:color="auto"/>
        <w:left w:val="none" w:sz="0" w:space="0" w:color="auto"/>
        <w:bottom w:val="none" w:sz="0" w:space="0" w:color="auto"/>
        <w:right w:val="none" w:sz="0" w:space="0" w:color="auto"/>
      </w:divBdr>
      <w:divsChild>
        <w:div w:id="766658509">
          <w:marLeft w:val="30"/>
          <w:marRight w:val="30"/>
          <w:marTop w:val="0"/>
          <w:marBottom w:val="0"/>
          <w:divBdr>
            <w:top w:val="none" w:sz="0" w:space="0" w:color="auto"/>
            <w:left w:val="none" w:sz="0" w:space="0" w:color="auto"/>
            <w:bottom w:val="none" w:sz="0" w:space="0" w:color="auto"/>
            <w:right w:val="none" w:sz="0" w:space="0" w:color="auto"/>
          </w:divBdr>
          <w:divsChild>
            <w:div w:id="517503409">
              <w:marLeft w:val="180"/>
              <w:marRight w:val="4995"/>
              <w:marTop w:val="0"/>
              <w:marBottom w:val="240"/>
              <w:divBdr>
                <w:top w:val="none" w:sz="0" w:space="0" w:color="auto"/>
                <w:left w:val="none" w:sz="0" w:space="0" w:color="auto"/>
                <w:bottom w:val="none" w:sz="0" w:space="0" w:color="auto"/>
                <w:right w:val="none" w:sz="0" w:space="0" w:color="auto"/>
              </w:divBdr>
              <w:divsChild>
                <w:div w:id="17961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837363">
      <w:bodyDiv w:val="1"/>
      <w:marLeft w:val="0"/>
      <w:marRight w:val="0"/>
      <w:marTop w:val="0"/>
      <w:marBottom w:val="0"/>
      <w:divBdr>
        <w:top w:val="none" w:sz="0" w:space="0" w:color="auto"/>
        <w:left w:val="none" w:sz="0" w:space="0" w:color="auto"/>
        <w:bottom w:val="none" w:sz="0" w:space="0" w:color="auto"/>
        <w:right w:val="none" w:sz="0" w:space="0" w:color="auto"/>
      </w:divBdr>
      <w:divsChild>
        <w:div w:id="1669289195">
          <w:marLeft w:val="30"/>
          <w:marRight w:val="30"/>
          <w:marTop w:val="0"/>
          <w:marBottom w:val="0"/>
          <w:divBdr>
            <w:top w:val="none" w:sz="0" w:space="0" w:color="auto"/>
            <w:left w:val="none" w:sz="0" w:space="0" w:color="auto"/>
            <w:bottom w:val="none" w:sz="0" w:space="0" w:color="auto"/>
            <w:right w:val="none" w:sz="0" w:space="0" w:color="auto"/>
          </w:divBdr>
          <w:divsChild>
            <w:div w:id="1666663078">
              <w:marLeft w:val="180"/>
              <w:marRight w:val="4995"/>
              <w:marTop w:val="0"/>
              <w:marBottom w:val="240"/>
              <w:divBdr>
                <w:top w:val="none" w:sz="0" w:space="0" w:color="auto"/>
                <w:left w:val="none" w:sz="0" w:space="0" w:color="auto"/>
                <w:bottom w:val="none" w:sz="0" w:space="0" w:color="auto"/>
                <w:right w:val="none" w:sz="0" w:space="0" w:color="auto"/>
              </w:divBdr>
            </w:div>
          </w:divsChild>
        </w:div>
      </w:divsChild>
    </w:div>
    <w:div w:id="1546480524">
      <w:bodyDiv w:val="1"/>
      <w:marLeft w:val="0"/>
      <w:marRight w:val="0"/>
      <w:marTop w:val="75"/>
      <w:marBottom w:val="75"/>
      <w:divBdr>
        <w:top w:val="none" w:sz="0" w:space="0" w:color="auto"/>
        <w:left w:val="none" w:sz="0" w:space="0" w:color="auto"/>
        <w:bottom w:val="none" w:sz="0" w:space="0" w:color="auto"/>
        <w:right w:val="none" w:sz="0" w:space="0" w:color="auto"/>
      </w:divBdr>
      <w:divsChild>
        <w:div w:id="273093749">
          <w:marLeft w:val="0"/>
          <w:marRight w:val="0"/>
          <w:marTop w:val="0"/>
          <w:marBottom w:val="0"/>
          <w:divBdr>
            <w:top w:val="none" w:sz="0" w:space="0" w:color="auto"/>
            <w:left w:val="none" w:sz="0" w:space="0" w:color="auto"/>
            <w:bottom w:val="none" w:sz="0" w:space="0" w:color="auto"/>
            <w:right w:val="none" w:sz="0" w:space="0" w:color="auto"/>
          </w:divBdr>
          <w:divsChild>
            <w:div w:id="554853754">
              <w:marLeft w:val="0"/>
              <w:marRight w:val="0"/>
              <w:marTop w:val="0"/>
              <w:marBottom w:val="0"/>
              <w:divBdr>
                <w:top w:val="none" w:sz="0" w:space="0" w:color="auto"/>
                <w:left w:val="none" w:sz="0" w:space="0" w:color="auto"/>
                <w:bottom w:val="none" w:sz="0" w:space="0" w:color="auto"/>
                <w:right w:val="none" w:sz="0" w:space="0" w:color="auto"/>
              </w:divBdr>
              <w:divsChild>
                <w:div w:id="893275235">
                  <w:marLeft w:val="0"/>
                  <w:marRight w:val="0"/>
                  <w:marTop w:val="0"/>
                  <w:marBottom w:val="0"/>
                  <w:divBdr>
                    <w:top w:val="none" w:sz="0" w:space="0" w:color="auto"/>
                    <w:left w:val="none" w:sz="0" w:space="0" w:color="auto"/>
                    <w:bottom w:val="none" w:sz="0" w:space="0" w:color="auto"/>
                    <w:right w:val="none" w:sz="0" w:space="0" w:color="auto"/>
                  </w:divBdr>
                  <w:divsChild>
                    <w:div w:id="1269970716">
                      <w:marLeft w:val="0"/>
                      <w:marRight w:val="0"/>
                      <w:marTop w:val="0"/>
                      <w:marBottom w:val="0"/>
                      <w:divBdr>
                        <w:top w:val="none" w:sz="0" w:space="0" w:color="auto"/>
                        <w:left w:val="none" w:sz="0" w:space="0" w:color="auto"/>
                        <w:bottom w:val="none" w:sz="0" w:space="0" w:color="auto"/>
                        <w:right w:val="none" w:sz="0" w:space="0" w:color="auto"/>
                      </w:divBdr>
                      <w:divsChild>
                        <w:div w:id="185507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owpublic.com/crime/myspace-prank-leads-teens-suicide-0" TargetMode="External"/><Relationship Id="rId18" Type="http://schemas.openxmlformats.org/officeDocument/2006/relationships/hyperlink" Target="http://www.google.co.nz/imgres?q=statue+in+Moscow+see+no+evil&amp;hl=en&amp;gbv=2&amp;biw=1463&amp;bih=607&amp;tbm=isch&amp;tbnid=EffPbC1VKdLbHM:&amp;imgrefurl=http://occultpopagenda.blogspot.com/2011/06/children-victims-of-adult-vices.html&amp;docid=-nmioAOHzeSXuM&amp;imgurl=http://4.bp.blogspot.com/-FVGcVF4Dy9c/Tf4nBcyUAXI/AAAAAAAAAj0/rQdXjaGQaxM/s1600/The_children_-_victims_of_adult_vices_(indifference).jpg&amp;w=1360&amp;h=1600&amp;ei=e1xMT8mVBIaViQev69Bs&amp;zoom=1" TargetMode="External"/><Relationship Id="rId26" Type="http://schemas.openxmlformats.org/officeDocument/2006/relationships/image" Target="media/image7.jpeg"/><Relationship Id="rId3" Type="http://schemas.microsoft.com/office/2007/relationships/stylesWithEffects" Target="stylesWithEffects.xml"/><Relationship Id="rId21" Type="http://schemas.openxmlformats.org/officeDocument/2006/relationships/hyperlink" Target="http://www.google.co.nz/imgres?q=suicide+percentage+of+teen+deaths+in+new+zealand+2011&amp;hl=en&amp;gbv=2&amp;biw=1463&amp;bih=607&amp;tbm=isch&amp;tbnid=sey-DrtJQfn0UM:&amp;imgrefurl=http://www.menstuff.org/issues/byissue/suicideteen.html&amp;docid=48usagMr1biYMM&amp;imgurl=http://www.menstuff.org/logos/song-chart-memes-turn-help.jpg&amp;w=504&amp;h=355&amp;ei=_1NMT4zDD42yiQfAltB1&amp;zoom=1" TargetMode="External"/><Relationship Id="rId7" Type="http://schemas.openxmlformats.org/officeDocument/2006/relationships/hyperlink" Target="mailto:Roxyvee@hotmail.co.nz" TargetMode="External"/><Relationship Id="rId12" Type="http://schemas.openxmlformats.org/officeDocument/2006/relationships/hyperlink" Target="http://www.dailytelegraph.com.au/news/suicide-teens-web-mystery/story-e6freuy9-1111113390999" TargetMode="External"/><Relationship Id="rId17" Type="http://schemas.openxmlformats.org/officeDocument/2006/relationships/hyperlink" Target="http://www.nowpublic.com/crime/myspace-prank-leads-teens-suicide-0" TargetMode="External"/><Relationship Id="rId25" Type="http://schemas.openxmlformats.org/officeDocument/2006/relationships/hyperlink" Target="http://www.google.co.nz/imgres?q=suicidal+quotes&amp;hl=en&amp;gbv=2&amp;biw=1463&amp;bih=607&amp;tbm=isch&amp;tbnid=6wtxZxN_TSrFOM:&amp;imgrefurl=http://www.graphicshunt.com/search/18/the+teachers+quote.htm&amp;docid=AWdQnzURYAcF7M&amp;imgurl=http://images.paraorkut.com/img/pics/images/d/depression_quote-13046.jpg&amp;w=214&amp;h=141&amp;ei=RVBMT9ayCeuSiQedos1S&amp;zoom=1" TargetMode="External"/><Relationship Id="rId2" Type="http://schemas.openxmlformats.org/officeDocument/2006/relationships/styles" Target="styles.xml"/><Relationship Id="rId16" Type="http://schemas.openxmlformats.org/officeDocument/2006/relationships/hyperlink" Target="http://www.dailytelegraph.com.au/news/suicide-teens-web-mystery/story-e6freuy9-1111113390999" TargetMode="External"/><Relationship Id="rId20" Type="http://schemas.openxmlformats.org/officeDocument/2006/relationships/image" Target="media/image4.jpeg"/><Relationship Id="rId29"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hyperlink" Target="mailto:Roxyvee@hotmail.co.nz" TargetMode="External"/><Relationship Id="rId11" Type="http://schemas.openxmlformats.org/officeDocument/2006/relationships/hyperlink" Target="http://suicidal.com/suicidalteens/" TargetMode="External"/><Relationship Id="rId24"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suicidal.com/suicidalteens/" TargetMode="External"/><Relationship Id="rId23" Type="http://schemas.openxmlformats.org/officeDocument/2006/relationships/hyperlink" Target="http://www.google.co.nz/imgres?q=teen+suicide&amp;um=1&amp;hl=en&amp;sa=N&amp;rlz=1R2ADFA_enNZ423&amp;biw=1536&amp;bih=637&amp;tbm=isch&amp;tbnid=ToAOvdPI-PVqAM:&amp;imgrefurl=http://aboutmyrecovery.com/children-and-adolescent-suicide/&amp;docid=Yjy-qK6RPANPBM&amp;imgurl=http://aboutmyrecovery.com/wp-content/uploads/2006/10/Suicide-brainart2.jpg&amp;w=450&amp;h=363&amp;ei=NvJKT8L3HYKUiAelhJyaDg&amp;zoom=1" TargetMode="External"/><Relationship Id="rId28" Type="http://schemas.openxmlformats.org/officeDocument/2006/relationships/image" Target="media/image8.jpeg"/><Relationship Id="rId10" Type="http://schemas.openxmlformats.org/officeDocument/2006/relationships/hyperlink" Target="http://kidshealth.org/parent/emotions/behavior/suicide.html" TargetMode="External"/><Relationship Id="rId19" Type="http://schemas.openxmlformats.org/officeDocument/2006/relationships/image" Target="media/image3.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kidshealth.org/parent/emotions/behavior/suicide.html" TargetMode="External"/><Relationship Id="rId22" Type="http://schemas.openxmlformats.org/officeDocument/2006/relationships/image" Target="media/image5.jpeg"/><Relationship Id="rId27" Type="http://schemas.openxmlformats.org/officeDocument/2006/relationships/hyperlink" Target="http://www.google.co.nz/imgres?q=teen+suicide&amp;um=1&amp;hl=en&amp;sa=N&amp;rlz=1R2ADFA_enNZ423&amp;biw=1536&amp;bih=637&amp;tbm=isch&amp;tbnid=A9HWzoxYzxqXXM:&amp;imgrefurl=http://teensuicidetalk.com/?p=32&amp;docid=TA8t-Atfm2rwwM&amp;imgurl=http://i301.photobucket.com/albums/nn50/sheilasultani/bigstockphoto_Sadness_1427207.jpg&amp;w=900&amp;h=675&amp;ei=NvJKT8L3HYKUiAelhJyaDg&amp;zoom=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o\AppData\Roaming\Microsoft\Templates\HP_EdgySmudge_Brochure_TP1037946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HP_EdgySmudge_Brochure_TP10379468.dot</Template>
  <TotalTime>5</TotalTime>
  <Pages>2</Pages>
  <Words>0</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Aotearoa School</Company>
  <LinksUpToDate>false</LinksUpToDate>
  <CharactersWithSpaces>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Jacko</dc:creator>
  <cp:lastModifiedBy>Administrator</cp:lastModifiedBy>
  <cp:revision>3</cp:revision>
  <dcterms:created xsi:type="dcterms:W3CDTF">2012-02-29T01:50:00Z</dcterms:created>
  <dcterms:modified xsi:type="dcterms:W3CDTF">2012-03-05T00:01:00Z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TC103794689990</vt:lpwstr>
  </property>
</Properties>
</file>